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93CF7" w:rsidP="00093CF7">
            <w:r w:rsidRPr="00093CF7">
              <w:rPr>
                <w:rFonts w:ascii="Helvetica" w:hAnsi="Helvetica"/>
              </w:rPr>
              <w:t>12155/2021-SŽ-SSV-Ú3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04795E" w:rsidRDefault="00F862D6" w:rsidP="0077673A">
            <w:r w:rsidRPr="0004795E">
              <w:t>Listů/příloh</w:t>
            </w:r>
          </w:p>
        </w:tc>
        <w:tc>
          <w:tcPr>
            <w:tcW w:w="2552" w:type="dxa"/>
          </w:tcPr>
          <w:p w:rsidR="00F862D6" w:rsidRPr="0004795E" w:rsidRDefault="00477495" w:rsidP="00CC1E2B">
            <w:r w:rsidRPr="0004795E">
              <w:t>7/2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DE3625" w:rsidP="00093CF7">
            <w:bookmarkStart w:id="0" w:name="Datum"/>
            <w:r>
              <w:t>1</w:t>
            </w:r>
            <w:r w:rsidR="00093CF7">
              <w:t>4</w:t>
            </w:r>
            <w:r>
              <w:t>. července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93CF7">
        <w:rPr>
          <w:rFonts w:eastAsia="Calibri" w:cs="Times New Roman"/>
          <w:lang w:eastAsia="cs-CZ"/>
        </w:rPr>
        <w:t>7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93CF7">
        <w:rPr>
          <w:rFonts w:eastAsia="Calibri" w:cs="Times New Roman"/>
          <w:b/>
          <w:lang w:eastAsia="cs-CZ"/>
        </w:rPr>
        <w:t>175</w:t>
      </w:r>
      <w:r w:rsidRPr="00BD5319">
        <w:rPr>
          <w:rFonts w:eastAsia="Calibri" w:cs="Times New Roman"/>
          <w:b/>
          <w:lang w:eastAsia="cs-CZ"/>
        </w:rPr>
        <w:t>:</w:t>
      </w:r>
    </w:p>
    <w:p w:rsidR="00992263" w:rsidRPr="00BD5319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04-17-03 Úprava přejezdu v </w:t>
      </w:r>
      <w:proofErr w:type="gramStart"/>
      <w:r w:rsidRPr="009224CB">
        <w:rPr>
          <w:b/>
          <w:bCs/>
        </w:rPr>
        <w:t>km 3,735</w:t>
      </w:r>
      <w:proofErr w:type="gramEnd"/>
    </w:p>
    <w:p w:rsidR="00F27C41" w:rsidRPr="009224CB" w:rsidRDefault="00F27C41" w:rsidP="00F27C41">
      <w:pPr>
        <w:spacing w:after="0"/>
        <w:jc w:val="both"/>
      </w:pPr>
      <w:r w:rsidRPr="009224CB">
        <w:t xml:space="preserve">V poskytnutém rozpočtu pro výše uvedený objekt je v položce č. 33 CHRÁNIČKY Z TRUB PLASTOVÝCH DN DO 200MM uvedena výměra 240m.  V popisu položky je potom uveden výpočet 10*24 = 240m. Nicméně při porovnáním s tabulkou v Příloha TZ č. 4: Tabulka chrániček u PS 04-14-01 </w:t>
      </w:r>
      <w:proofErr w:type="spellStart"/>
      <w:proofErr w:type="gramStart"/>
      <w:r w:rsidRPr="009224CB">
        <w:t>T.ú</w:t>
      </w:r>
      <w:proofErr w:type="spellEnd"/>
      <w:r w:rsidRPr="009224CB">
        <w:t>.</w:t>
      </w:r>
      <w:proofErr w:type="gramEnd"/>
      <w:r w:rsidRPr="009224CB">
        <w:t xml:space="preserve"> Střelice - Tetčic, traťový kabel nacházíme rozpor v délce jednotlivé chráničky určené pro výše uvedený objekt, protože zde je uvedena půdorysná délka chráničky 10m. Může zadavatel prověřit výpočet položky č. 33?  </w:t>
      </w:r>
    </w:p>
    <w:p w:rsidR="009B62B0" w:rsidRPr="009224CB" w:rsidRDefault="009B62B0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62FE" w:rsidRPr="009224CB" w:rsidRDefault="00BD5319" w:rsidP="00F27C41">
      <w:pPr>
        <w:spacing w:after="0"/>
        <w:rPr>
          <w:rFonts w:eastAsia="Calibri" w:cs="Times New Roman"/>
          <w:i/>
          <w:lang w:eastAsia="cs-CZ"/>
        </w:rPr>
      </w:pPr>
      <w:r w:rsidRPr="009224CB">
        <w:rPr>
          <w:rFonts w:eastAsia="Calibri" w:cs="Times New Roman"/>
          <w:b/>
          <w:lang w:eastAsia="cs-CZ"/>
        </w:rPr>
        <w:t>Odpověď:</w:t>
      </w:r>
      <w:r w:rsidRPr="009224CB">
        <w:rPr>
          <w:rFonts w:eastAsia="Calibri" w:cs="Times New Roman"/>
          <w:i/>
          <w:lang w:eastAsia="cs-CZ"/>
        </w:rPr>
        <w:t xml:space="preserve"> </w:t>
      </w:r>
    </w:p>
    <w:p w:rsidR="009B62B0" w:rsidRPr="009224CB" w:rsidRDefault="00BA676C" w:rsidP="00F27C41">
      <w:pPr>
        <w:spacing w:after="0"/>
        <w:jc w:val="both"/>
        <w:rPr>
          <w:rFonts w:eastAsia="Calibri" w:cs="Times New Roman"/>
          <w:lang w:eastAsia="cs-CZ"/>
        </w:rPr>
      </w:pPr>
      <w:r w:rsidRPr="009224CB">
        <w:rPr>
          <w:rFonts w:eastAsia="Calibri" w:cs="Times New Roman"/>
          <w:lang w:eastAsia="cs-CZ"/>
        </w:rPr>
        <w:t>Po ověření zadavatelem bylo p</w:t>
      </w:r>
      <w:r w:rsidR="003979FD" w:rsidRPr="009224CB">
        <w:rPr>
          <w:rFonts w:eastAsia="Calibri" w:cs="Times New Roman"/>
          <w:lang w:eastAsia="cs-CZ"/>
        </w:rPr>
        <w:t xml:space="preserve">ři výpočtu délky chráničky uvažováno s pracovním vyvedením každé chráničky nad povrch terénu v délce </w:t>
      </w:r>
      <w:r w:rsidR="00665ADB" w:rsidRPr="009224CB">
        <w:rPr>
          <w:rFonts w:eastAsia="Calibri" w:cs="Times New Roman"/>
          <w:lang w:eastAsia="cs-CZ"/>
        </w:rPr>
        <w:t>2</w:t>
      </w:r>
      <w:r w:rsidR="003979FD" w:rsidRPr="009224CB">
        <w:rPr>
          <w:rFonts w:eastAsia="Calibri" w:cs="Times New Roman"/>
          <w:lang w:eastAsia="cs-CZ"/>
        </w:rPr>
        <w:t>,5</w:t>
      </w:r>
      <w:r w:rsidRPr="009224CB">
        <w:rPr>
          <w:rFonts w:eastAsia="Calibri" w:cs="Times New Roman"/>
          <w:lang w:eastAsia="cs-CZ"/>
        </w:rPr>
        <w:t xml:space="preserve"> </w:t>
      </w:r>
      <w:r w:rsidR="003979FD" w:rsidRPr="009224CB">
        <w:rPr>
          <w:rFonts w:eastAsia="Calibri" w:cs="Times New Roman"/>
          <w:lang w:eastAsia="cs-CZ"/>
        </w:rPr>
        <w:t>m na každé straně.</w:t>
      </w:r>
      <w:r w:rsidR="00665ADB" w:rsidRPr="009224CB">
        <w:rPr>
          <w:rFonts w:eastAsia="Calibri" w:cs="Times New Roman"/>
          <w:lang w:eastAsia="cs-CZ"/>
        </w:rPr>
        <w:t xml:space="preserve">  Správný výpočet je tedy 10*(10+5))=150m. </w:t>
      </w:r>
      <w:r w:rsidR="00665ADB" w:rsidRPr="009224CB">
        <w:t>B</w:t>
      </w:r>
      <w:r w:rsidR="00665ADB" w:rsidRPr="009224CB">
        <w:rPr>
          <w:bCs/>
        </w:rPr>
        <w:t xml:space="preserve">yla upravena položka č. 33, kód položky </w:t>
      </w:r>
      <w:r w:rsidR="00FF441B" w:rsidRPr="009224CB">
        <w:rPr>
          <w:bCs/>
        </w:rPr>
        <w:t>87634</w:t>
      </w:r>
      <w:r w:rsidR="00665ADB" w:rsidRPr="009224CB">
        <w:rPr>
          <w:bCs/>
        </w:rPr>
        <w:t>, název položky „</w:t>
      </w:r>
      <w:r w:rsidR="00665ADB" w:rsidRPr="009224CB">
        <w:t>CHRÁNIČKY Z TRUB PLASTOVÝCH DN DO 200MM</w:t>
      </w:r>
      <w:r w:rsidR="00665ADB" w:rsidRPr="009224CB">
        <w:rPr>
          <w:bCs/>
        </w:rPr>
        <w:t xml:space="preserve">“ </w:t>
      </w:r>
      <w:r w:rsidRPr="009224CB">
        <w:rPr>
          <w:bCs/>
        </w:rPr>
        <w:t>se</w:t>
      </w:r>
      <w:r w:rsidR="00665ADB" w:rsidRPr="009224CB">
        <w:rPr>
          <w:bCs/>
        </w:rPr>
        <w:t xml:space="preserve"> změn</w:t>
      </w:r>
      <w:r w:rsidRPr="009224CB">
        <w:rPr>
          <w:bCs/>
        </w:rPr>
        <w:t>ou</w:t>
      </w:r>
      <w:r w:rsidR="00665ADB" w:rsidRPr="009224CB">
        <w:rPr>
          <w:bCs/>
        </w:rPr>
        <w:t xml:space="preserve"> kubatury na 150 M</w:t>
      </w:r>
      <w:r w:rsidR="00665ADB" w:rsidRPr="009224CB">
        <w:t>.</w:t>
      </w:r>
      <w:r w:rsidR="00353136" w:rsidRPr="009224CB">
        <w:t xml:space="preserve"> Viz příloha.</w:t>
      </w:r>
    </w:p>
    <w:p w:rsidR="00DE3625" w:rsidRPr="009224CB" w:rsidRDefault="00DE3625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DE3625" w:rsidRPr="009224CB" w:rsidRDefault="00DE3625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BD5319" w:rsidRPr="009224CB" w:rsidRDefault="00BD5319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Dotaz č. </w:t>
      </w:r>
      <w:r w:rsidR="00093CF7" w:rsidRPr="009224CB">
        <w:rPr>
          <w:rFonts w:eastAsia="Calibri" w:cs="Times New Roman"/>
          <w:b/>
          <w:lang w:eastAsia="cs-CZ"/>
        </w:rPr>
        <w:t>176</w:t>
      </w:r>
      <w:r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04-16-01.2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Střelice - Tetčice, železniční spodek</w:t>
      </w:r>
    </w:p>
    <w:p w:rsidR="00F27C41" w:rsidRPr="009224CB" w:rsidRDefault="00F27C41" w:rsidP="00F27C41">
      <w:pPr>
        <w:spacing w:after="0"/>
        <w:jc w:val="both"/>
      </w:pPr>
      <w:r w:rsidRPr="009224CB">
        <w:t xml:space="preserve">Při kontrole výměry položky č. 49 CHRÁNIČKY Z TRUB PLASTOVÝCH DN DO 200MM jsme při kontrole </w:t>
      </w:r>
      <w:r w:rsidRPr="009224CB">
        <w:rPr>
          <w:b/>
          <w:bCs/>
        </w:rPr>
        <w:t xml:space="preserve">Přílohy </w:t>
      </w:r>
      <w:proofErr w:type="gramStart"/>
      <w:r w:rsidRPr="009224CB">
        <w:rPr>
          <w:b/>
          <w:bCs/>
        </w:rPr>
        <w:t>č.2 -  tabulka</w:t>
      </w:r>
      <w:proofErr w:type="gramEnd"/>
      <w:r w:rsidRPr="009224CB">
        <w:rPr>
          <w:b/>
          <w:bCs/>
        </w:rPr>
        <w:t xml:space="preserve"> chrániček Technické zprávy SO </w:t>
      </w:r>
      <w:r w:rsidRPr="009224CB">
        <w:t xml:space="preserve">nalezli nesrovnalost ve výpočtech jednotlivých délek chrániček. Například u hned prvního pod žluceného řádku je uvedena půdorysná délka chráničky </w:t>
      </w:r>
      <w:r w:rsidRPr="009224CB">
        <w:rPr>
          <w:u w:val="single"/>
        </w:rPr>
        <w:t xml:space="preserve">19,50m </w:t>
      </w:r>
      <w:r w:rsidRPr="009224CB">
        <w:t xml:space="preserve">x celkový počet </w:t>
      </w:r>
      <w:r w:rsidRPr="009224CB">
        <w:rPr>
          <w:u w:val="single"/>
        </w:rPr>
        <w:t>kusů 7</w:t>
      </w:r>
      <w:r w:rsidRPr="009224CB">
        <w:t xml:space="preserve">, což se </w:t>
      </w:r>
      <w:r w:rsidRPr="009224CB">
        <w:rPr>
          <w:u w:val="single"/>
        </w:rPr>
        <w:t>= 136,5m</w:t>
      </w:r>
      <w:r w:rsidRPr="009224CB">
        <w:t xml:space="preserve">. přitom pro výpočet délky je na stejném řádku uvedena hodnota </w:t>
      </w:r>
      <w:r w:rsidRPr="009224CB">
        <w:rPr>
          <w:u w:val="single"/>
        </w:rPr>
        <w:t>171,5m</w:t>
      </w:r>
      <w:r w:rsidRPr="009224CB">
        <w:t xml:space="preserve">? Může zadavatel vysvětlit a případně prověřit výpočty těchto dílčích délek chrániček, proč jsou výměry jiné než by měli vzniknout součinem počtu kusů chrániček a jejich půdorysných délek? </w:t>
      </w:r>
    </w:p>
    <w:p w:rsidR="009B62B0" w:rsidRPr="009224CB" w:rsidRDefault="009B62B0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95795" w:rsidRPr="009224CB" w:rsidRDefault="00BD5319" w:rsidP="00F27C41">
      <w:pPr>
        <w:spacing w:after="0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</w:p>
    <w:p w:rsidR="00BD5319" w:rsidRPr="009224CB" w:rsidRDefault="00353136" w:rsidP="00F27C41">
      <w:pPr>
        <w:spacing w:after="0"/>
        <w:jc w:val="both"/>
        <w:rPr>
          <w:bCs/>
          <w:lang w:eastAsia="cs-CZ"/>
        </w:rPr>
      </w:pPr>
      <w:r w:rsidRPr="009224CB">
        <w:rPr>
          <w:rFonts w:eastAsia="Calibri" w:cs="Times New Roman"/>
          <w:lang w:eastAsia="cs-CZ"/>
        </w:rPr>
        <w:t xml:space="preserve">Po ověření zadavatelem bylo při výpočtu délky chráničky uvažováno </w:t>
      </w:r>
      <w:r w:rsidR="00665ADB" w:rsidRPr="009224CB">
        <w:rPr>
          <w:rFonts w:eastAsia="Calibri" w:cs="Times New Roman"/>
          <w:lang w:eastAsia="cs-CZ"/>
        </w:rPr>
        <w:t>s pracovním vyvedením každé chráničky nad povrch terénu v délce 2,5</w:t>
      </w:r>
      <w:r w:rsidRPr="009224CB">
        <w:rPr>
          <w:rFonts w:eastAsia="Calibri" w:cs="Times New Roman"/>
          <w:lang w:eastAsia="cs-CZ"/>
        </w:rPr>
        <w:t xml:space="preserve"> </w:t>
      </w:r>
      <w:r w:rsidR="00665ADB" w:rsidRPr="009224CB">
        <w:rPr>
          <w:rFonts w:eastAsia="Calibri" w:cs="Times New Roman"/>
          <w:lang w:eastAsia="cs-CZ"/>
        </w:rPr>
        <w:t xml:space="preserve">m na každé straně. Soupis prací </w:t>
      </w:r>
      <w:r w:rsidR="00B06B5C" w:rsidRPr="009224CB">
        <w:rPr>
          <w:rFonts w:eastAsia="Calibri" w:cs="Times New Roman"/>
          <w:lang w:eastAsia="cs-CZ"/>
        </w:rPr>
        <w:t xml:space="preserve">sedí a je </w:t>
      </w:r>
      <w:r w:rsidR="00665ADB" w:rsidRPr="009224CB">
        <w:rPr>
          <w:rFonts w:eastAsia="Calibri" w:cs="Times New Roman"/>
          <w:lang w:eastAsia="cs-CZ"/>
        </w:rPr>
        <w:t>ponechán beze změny.</w:t>
      </w:r>
    </w:p>
    <w:p w:rsidR="001073F1" w:rsidRPr="009224CB" w:rsidRDefault="001073F1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27C41" w:rsidRPr="009224CB" w:rsidRDefault="00F27C41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53136" w:rsidRPr="009224CB" w:rsidRDefault="00353136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53136" w:rsidRPr="009224CB" w:rsidRDefault="00353136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53136" w:rsidRPr="009224CB" w:rsidRDefault="00353136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9224CB" w:rsidRDefault="009B62B0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lastRenderedPageBreak/>
        <w:t xml:space="preserve">Dotaz č. </w:t>
      </w:r>
      <w:r w:rsidR="001073F1" w:rsidRPr="009224CB">
        <w:rPr>
          <w:rFonts w:eastAsia="Calibri" w:cs="Times New Roman"/>
          <w:b/>
          <w:lang w:eastAsia="cs-CZ"/>
        </w:rPr>
        <w:t>1</w:t>
      </w:r>
      <w:r w:rsidR="00093CF7" w:rsidRPr="009224CB">
        <w:rPr>
          <w:rFonts w:eastAsia="Calibri" w:cs="Times New Roman"/>
          <w:b/>
          <w:lang w:eastAsia="cs-CZ"/>
        </w:rPr>
        <w:t>77</w:t>
      </w:r>
      <w:r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>SO 06-17-02 Úprava přejezdu v km 8,177</w:t>
      </w:r>
    </w:p>
    <w:p w:rsidR="009B62B0" w:rsidRPr="009224CB" w:rsidRDefault="00F27C41" w:rsidP="00F27C41">
      <w:pPr>
        <w:spacing w:after="0" w:line="240" w:lineRule="auto"/>
      </w:pPr>
      <w:r w:rsidRPr="009224CB">
        <w:t>V poskytnutém rozpočtu pro výše uvedený objekt je v položce č. 30 CHRÁNIČKY Z TRUB PLASTOVÝCH DN DO 200MM uvedena výměra 308m.  V popisu položky je potom uveden výpočet (</w:t>
      </w:r>
      <w:proofErr w:type="gramStart"/>
      <w:r w:rsidRPr="009224CB">
        <w:t>24*10)+(17*4</w:t>
      </w:r>
      <w:proofErr w:type="gramEnd"/>
      <w:r w:rsidRPr="009224CB">
        <w:t xml:space="preserve">)= 308m. Nicméně při porovnáním s tabulkou v Příloha TZ č. 4: Tabulka chrániček u PS 04-14-01 </w:t>
      </w:r>
      <w:proofErr w:type="spellStart"/>
      <w:proofErr w:type="gramStart"/>
      <w:r w:rsidRPr="009224CB">
        <w:t>T.ú</w:t>
      </w:r>
      <w:proofErr w:type="spellEnd"/>
      <w:r w:rsidRPr="009224CB">
        <w:t>.</w:t>
      </w:r>
      <w:proofErr w:type="gramEnd"/>
      <w:r w:rsidRPr="009224CB">
        <w:t xml:space="preserve"> Střelice - Tetčic, traťový kabel nacházíme rozpor v délce jednotlivé chráničky určené pro výše uvedený objekt, protože zde je uvedena půdorysná délka chráničky 19,3m pro 10ks a současně i 13,7m pro 4ks </w:t>
      </w:r>
      <w:proofErr w:type="spellStart"/>
      <w:r w:rsidRPr="009224CB">
        <w:t>tzn</w:t>
      </w:r>
      <w:proofErr w:type="spellEnd"/>
      <w:r w:rsidRPr="009224CB">
        <w:t xml:space="preserve"> (19,3x10) + (4 x 13,7) = 247,8m. Může zadavatel prověřit výpočet položky č. 30?</w:t>
      </w:r>
    </w:p>
    <w:p w:rsidR="00F27C41" w:rsidRPr="009224CB" w:rsidRDefault="00F27C41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65ADB" w:rsidRPr="009224CB" w:rsidRDefault="009B62B0" w:rsidP="00665ADB">
      <w:pPr>
        <w:spacing w:after="0"/>
        <w:jc w:val="both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="005A79D9" w:rsidRPr="009224CB">
        <w:rPr>
          <w:rFonts w:eastAsia="Calibri" w:cs="Times New Roman"/>
          <w:b/>
          <w:lang w:eastAsia="cs-CZ"/>
        </w:rPr>
        <w:br/>
      </w:r>
      <w:r w:rsidR="00B06B5C" w:rsidRPr="009224CB">
        <w:rPr>
          <w:rFonts w:eastAsia="Calibri" w:cs="Times New Roman"/>
          <w:lang w:eastAsia="cs-CZ"/>
        </w:rPr>
        <w:t xml:space="preserve">Po ověření zadavatelem bylo při výpočtu délky chráničky uvažováno </w:t>
      </w:r>
      <w:r w:rsidR="00665ADB" w:rsidRPr="009224CB">
        <w:rPr>
          <w:rFonts w:eastAsia="Calibri" w:cs="Times New Roman"/>
          <w:lang w:eastAsia="cs-CZ"/>
        </w:rPr>
        <w:t>s pracovním vyvedením každé chráničky nad povrch terénu v délce 2,5</w:t>
      </w:r>
      <w:r w:rsidR="00B06B5C" w:rsidRPr="009224CB">
        <w:rPr>
          <w:rFonts w:eastAsia="Calibri" w:cs="Times New Roman"/>
          <w:lang w:eastAsia="cs-CZ"/>
        </w:rPr>
        <w:t xml:space="preserve"> </w:t>
      </w:r>
      <w:r w:rsidR="00665ADB" w:rsidRPr="009224CB">
        <w:rPr>
          <w:rFonts w:eastAsia="Calibri" w:cs="Times New Roman"/>
          <w:lang w:eastAsia="cs-CZ"/>
        </w:rPr>
        <w:t xml:space="preserve">m na každé straně.  Správný výpočet je tedy 10*(19,3+5)+4*(13,7+5)=317,8m. </w:t>
      </w:r>
      <w:r w:rsidR="00665ADB" w:rsidRPr="009224CB">
        <w:t>B</w:t>
      </w:r>
      <w:r w:rsidR="00665ADB" w:rsidRPr="009224CB">
        <w:rPr>
          <w:bCs/>
        </w:rPr>
        <w:t xml:space="preserve">yla upravena položka č. 30, kód položky </w:t>
      </w:r>
      <w:r w:rsidR="00FF441B" w:rsidRPr="009224CB">
        <w:rPr>
          <w:bCs/>
        </w:rPr>
        <w:t>87634</w:t>
      </w:r>
      <w:r w:rsidR="00665ADB" w:rsidRPr="009224CB">
        <w:rPr>
          <w:bCs/>
        </w:rPr>
        <w:t>, název položky „</w:t>
      </w:r>
      <w:r w:rsidR="00665ADB" w:rsidRPr="009224CB">
        <w:t xml:space="preserve">CHRÁNIČKY Z TRUB PLASTOVÝCH DN DO </w:t>
      </w:r>
      <w:proofErr w:type="gramStart"/>
      <w:r w:rsidR="00665ADB" w:rsidRPr="009224CB">
        <w:t>200MM</w:t>
      </w:r>
      <w:r w:rsidR="00665ADB" w:rsidRPr="009224CB">
        <w:rPr>
          <w:bCs/>
        </w:rPr>
        <w:t xml:space="preserve">“  </w:t>
      </w:r>
      <w:r w:rsidR="00B06B5C" w:rsidRPr="009224CB">
        <w:rPr>
          <w:bCs/>
        </w:rPr>
        <w:t>a provedena</w:t>
      </w:r>
      <w:proofErr w:type="gramEnd"/>
      <w:r w:rsidR="00B06B5C" w:rsidRPr="009224CB">
        <w:rPr>
          <w:bCs/>
        </w:rPr>
        <w:t xml:space="preserve"> </w:t>
      </w:r>
      <w:r w:rsidR="00665ADB" w:rsidRPr="009224CB">
        <w:rPr>
          <w:bCs/>
        </w:rPr>
        <w:t>změna kubatury na 317,80 M</w:t>
      </w:r>
      <w:r w:rsidR="00665ADB" w:rsidRPr="009224CB">
        <w:t>.</w:t>
      </w:r>
    </w:p>
    <w:p w:rsidR="009B62B0" w:rsidRPr="009224CB" w:rsidRDefault="009B62B0" w:rsidP="00F27C41">
      <w:pPr>
        <w:spacing w:after="0"/>
        <w:jc w:val="both"/>
        <w:rPr>
          <w:b/>
          <w:bCs/>
          <w:lang w:eastAsia="cs-CZ"/>
        </w:rPr>
      </w:pPr>
    </w:p>
    <w:p w:rsidR="005A79D9" w:rsidRPr="009224CB" w:rsidRDefault="005A79D9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9224CB" w:rsidRDefault="009B62B0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Dotaz č. </w:t>
      </w:r>
      <w:r w:rsidR="00093CF7" w:rsidRPr="009224CB">
        <w:rPr>
          <w:rFonts w:eastAsia="Calibri" w:cs="Times New Roman"/>
          <w:b/>
          <w:lang w:eastAsia="cs-CZ"/>
        </w:rPr>
        <w:t>178</w:t>
      </w:r>
      <w:r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04-16-01.2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Střelice - Tetčice, železniční spodek</w:t>
      </w:r>
    </w:p>
    <w:p w:rsidR="009B62B0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61</w:t>
      </w:r>
      <w:r w:rsidRPr="009224CB">
        <w:t xml:space="preserve"> s názvem  </w:t>
      </w:r>
      <w:r w:rsidRPr="009224CB">
        <w:rPr>
          <w:b/>
          <w:bCs/>
        </w:rPr>
        <w:t>POPLATKY ZA LIKVIDACI ODPADŮ NEKONTAMINOVANÝCH - 17 05 04 VYTĚŽENÉ ZEMINY A HORNINY - I. TŘÍDA TĚŽITELNOSTI VČETNĚ DOPRAVY</w:t>
      </w:r>
      <w:r w:rsidRPr="009224CB">
        <w:t xml:space="preserve"> uvádí množství </w:t>
      </w:r>
      <w:r w:rsidRPr="009224CB">
        <w:rPr>
          <w:b/>
          <w:bCs/>
        </w:rPr>
        <w:t>67.965T,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I. Skládka S-OO Vypočteno množství </w:t>
      </w:r>
      <w:r w:rsidRPr="009224CB">
        <w:rPr>
          <w:b/>
          <w:bCs/>
        </w:rPr>
        <w:t>75.942T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F27C41" w:rsidRPr="009224CB" w:rsidRDefault="00F27C41" w:rsidP="00F27C41">
      <w:pPr>
        <w:spacing w:after="0"/>
        <w:jc w:val="both"/>
      </w:pPr>
    </w:p>
    <w:p w:rsidR="005902BF" w:rsidRPr="009224CB" w:rsidRDefault="009B62B0" w:rsidP="005902BF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="005A79D9" w:rsidRPr="009224CB">
        <w:rPr>
          <w:rFonts w:eastAsia="Calibri" w:cs="Times New Roman"/>
          <w:b/>
          <w:lang w:eastAsia="cs-CZ"/>
        </w:rPr>
        <w:br/>
      </w:r>
      <w:r w:rsidR="00C90D0F" w:rsidRPr="009224CB">
        <w:t>Po ověření zadavatelem p</w:t>
      </w:r>
      <w:r w:rsidR="005902BF" w:rsidRPr="009224CB">
        <w:t xml:space="preserve">latí hodnota z výpočtu kubatur </w:t>
      </w:r>
      <w:r w:rsidR="00C90D0F" w:rsidRPr="009224CB">
        <w:t xml:space="preserve">v </w:t>
      </w:r>
      <w:proofErr w:type="gramStart"/>
      <w:r w:rsidR="00C90D0F" w:rsidRPr="009224CB">
        <w:t>příloze</w:t>
      </w:r>
      <w:r w:rsidR="005902BF" w:rsidRPr="009224CB">
        <w:t xml:space="preserve"> D.2.1.2.</w:t>
      </w:r>
      <w:r w:rsidR="005F0BD0" w:rsidRPr="009224CB">
        <w:t>1.</w:t>
      </w:r>
      <w:r w:rsidR="005902BF" w:rsidRPr="009224CB">
        <w:t>2</w:t>
      </w:r>
      <w:proofErr w:type="gramEnd"/>
      <w:r w:rsidR="005902BF" w:rsidRPr="009224CB">
        <w:t>. B</w:t>
      </w:r>
      <w:r w:rsidR="005902BF" w:rsidRPr="009224CB">
        <w:rPr>
          <w:bCs/>
        </w:rPr>
        <w:t>yla upravena položka č. 61, kód položky</w:t>
      </w:r>
      <w:r w:rsidR="00FF441B" w:rsidRPr="009224CB">
        <w:rPr>
          <w:bCs/>
        </w:rPr>
        <w:t xml:space="preserve"> R015111.90</w:t>
      </w:r>
      <w:r w:rsidR="005902BF" w:rsidRPr="009224CB">
        <w:rPr>
          <w:bCs/>
        </w:rPr>
        <w:t xml:space="preserve">, název položky „POPLATKY ZA LIKVIDACI ODPADŮ NEKONTAMINOVANÝCH - 17 05 04 VYTĚŽENÉ ZEMINY A HORNINY - I. TŘÍDA TĚŽITELNOSTI VČETNĚ DOPRAVY“ změna kubatury na </w:t>
      </w:r>
      <w:r w:rsidR="005F0BD0" w:rsidRPr="009224CB">
        <w:rPr>
          <w:bCs/>
        </w:rPr>
        <w:t>75942 T</w:t>
      </w:r>
      <w:r w:rsidR="005902BF" w:rsidRPr="009224CB">
        <w:t>“. Dále byla upravena výměra v SO 90-90.</w:t>
      </w:r>
      <w:r w:rsidR="00C90D0F" w:rsidRPr="009224CB">
        <w:t xml:space="preserve"> Viz příloha.</w:t>
      </w:r>
    </w:p>
    <w:p w:rsidR="00844E75" w:rsidRPr="009224CB" w:rsidRDefault="00844E75" w:rsidP="00F27C41">
      <w:pPr>
        <w:spacing w:after="0"/>
        <w:jc w:val="both"/>
        <w:rPr>
          <w:b/>
          <w:bCs/>
          <w:lang w:eastAsia="cs-CZ"/>
        </w:rPr>
      </w:pPr>
    </w:p>
    <w:p w:rsidR="00F27C41" w:rsidRPr="009224CB" w:rsidRDefault="00F27C41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46C58" w:rsidRPr="009224CB" w:rsidRDefault="00746C58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Dotaz č. </w:t>
      </w:r>
      <w:r w:rsidR="001073F1" w:rsidRPr="009224CB">
        <w:rPr>
          <w:rFonts w:eastAsia="Calibri" w:cs="Times New Roman"/>
          <w:b/>
          <w:lang w:eastAsia="cs-CZ"/>
        </w:rPr>
        <w:t>1</w:t>
      </w:r>
      <w:r w:rsidR="00093CF7" w:rsidRPr="009224CB">
        <w:rPr>
          <w:rFonts w:eastAsia="Calibri" w:cs="Times New Roman"/>
          <w:b/>
          <w:lang w:eastAsia="cs-CZ"/>
        </w:rPr>
        <w:t>79</w:t>
      </w:r>
      <w:r w:rsidRPr="009224CB">
        <w:rPr>
          <w:rFonts w:eastAsia="Calibri" w:cs="Times New Roman"/>
          <w:b/>
          <w:lang w:eastAsia="cs-CZ"/>
        </w:rPr>
        <w:t>:</w:t>
      </w:r>
      <w:r w:rsidR="00992263" w:rsidRPr="009224CB">
        <w:rPr>
          <w:rFonts w:eastAsia="Calibri" w:cs="Times New Roman"/>
          <w:b/>
          <w:lang w:eastAsia="cs-CZ"/>
        </w:rPr>
        <w:t>Vala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04-16-01.2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Střelice - Tetčice,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62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NEKONTAMINOVANÝCH - 17 05 04 VYTĚŽENÉ ZEMINY A HORNINY - III. TŘÍDA TĚŽITELNOSTI VČETNĚ DOPRAVY </w:t>
      </w:r>
      <w:r w:rsidRPr="009224CB">
        <w:t xml:space="preserve">uvádí množství </w:t>
      </w:r>
      <w:r w:rsidRPr="009224CB">
        <w:rPr>
          <w:b/>
          <w:bCs/>
        </w:rPr>
        <w:t>13.349T,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III. Skládka S-OO Vypočteno množství </w:t>
      </w:r>
      <w:r w:rsidRPr="009224CB">
        <w:rPr>
          <w:b/>
          <w:bCs/>
        </w:rPr>
        <w:t>15.017T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AF3B4D" w:rsidRPr="009224CB" w:rsidRDefault="00AF3B4D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902BF" w:rsidRPr="009224CB" w:rsidRDefault="00746C58" w:rsidP="005902BF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C90D0F" w:rsidRPr="009224CB">
        <w:t xml:space="preserve">Po ověření zadavatelem platí hodnota z výpočtu kubatur v </w:t>
      </w:r>
      <w:proofErr w:type="gramStart"/>
      <w:r w:rsidR="00C90D0F" w:rsidRPr="009224CB">
        <w:t xml:space="preserve">příloze </w:t>
      </w:r>
      <w:r w:rsidR="005902BF" w:rsidRPr="009224CB">
        <w:t>D.2.1.2.</w:t>
      </w:r>
      <w:r w:rsidR="005F0BD0" w:rsidRPr="009224CB">
        <w:t>1.</w:t>
      </w:r>
      <w:r w:rsidR="005902BF" w:rsidRPr="009224CB">
        <w:t>2</w:t>
      </w:r>
      <w:proofErr w:type="gramEnd"/>
      <w:r w:rsidR="005902BF" w:rsidRPr="009224CB">
        <w:t>. B</w:t>
      </w:r>
      <w:r w:rsidR="005902BF" w:rsidRPr="009224CB">
        <w:rPr>
          <w:bCs/>
        </w:rPr>
        <w:t xml:space="preserve">yla upravena položka č. 62, kód položky </w:t>
      </w:r>
      <w:r w:rsidR="00FF441B" w:rsidRPr="009224CB">
        <w:rPr>
          <w:bCs/>
        </w:rPr>
        <w:t>R015113.90</w:t>
      </w:r>
      <w:r w:rsidR="005902BF" w:rsidRPr="009224CB">
        <w:rPr>
          <w:bCs/>
        </w:rPr>
        <w:t xml:space="preserve">, název položky „POPLATKY ZA LIKVIDACI ODPADŮ NEKONTAMINOVANÝCH - 17 05 04 VYTĚŽENÉ ZEMINY A HORNINY - III. TŘÍDA TĚŽITELNOSTI VČETNĚ DOPRAVY“ změna kubatury na </w:t>
      </w:r>
      <w:r w:rsidR="005F0BD0" w:rsidRPr="009224CB">
        <w:rPr>
          <w:bCs/>
        </w:rPr>
        <w:t>15017 T</w:t>
      </w:r>
      <w:r w:rsidR="005902BF" w:rsidRPr="009224CB">
        <w:t>. Dále byla upravena výměra v SO 90-90.</w:t>
      </w:r>
      <w:r w:rsidR="00C90D0F" w:rsidRPr="009224CB">
        <w:t xml:space="preserve"> Viz příloha.</w:t>
      </w:r>
    </w:p>
    <w:p w:rsidR="005902BF" w:rsidRPr="009224CB" w:rsidRDefault="005902BF" w:rsidP="005902BF"/>
    <w:p w:rsidR="00AF3B4D" w:rsidRPr="009224CB" w:rsidRDefault="00AF3B4D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Dotaz č. </w:t>
      </w:r>
      <w:r w:rsidR="00093CF7" w:rsidRPr="009224CB">
        <w:rPr>
          <w:rFonts w:eastAsia="Calibri" w:cs="Times New Roman"/>
          <w:b/>
          <w:lang w:eastAsia="cs-CZ"/>
        </w:rPr>
        <w:t>180</w:t>
      </w:r>
      <w:r w:rsidRPr="009224CB">
        <w:rPr>
          <w:rFonts w:eastAsia="Calibri" w:cs="Times New Roman"/>
          <w:b/>
          <w:lang w:eastAsia="cs-CZ"/>
        </w:rPr>
        <w:t>:</w:t>
      </w:r>
      <w:r w:rsidR="00992263" w:rsidRPr="009224CB">
        <w:rPr>
          <w:rFonts w:eastAsia="Calibri" w:cs="Times New Roman"/>
          <w:b/>
          <w:lang w:eastAsia="cs-CZ"/>
        </w:rPr>
        <w:t>Vala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04-16-01.2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Střelice - Tetčice,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65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ROPNÝMI LÁTKAMI - BIODEGRADACE, VČETNĚ DOPRAVY </w:t>
      </w:r>
      <w:r w:rsidRPr="009224CB">
        <w:t xml:space="preserve">uvádí množství </w:t>
      </w:r>
      <w:r w:rsidRPr="009224CB">
        <w:rPr>
          <w:b/>
          <w:bCs/>
        </w:rPr>
        <w:t>15.326T,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 + TŘ III . Skládka - BIODEGRADACE Vypočteno množství </w:t>
      </w:r>
      <w:r w:rsidRPr="009224CB">
        <w:rPr>
          <w:b/>
          <w:bCs/>
        </w:rPr>
        <w:t>4.299T + 834T = 5.133T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9224CB" w:rsidRDefault="005D75F2" w:rsidP="00F27C41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C90D0F" w:rsidRPr="009224CB">
        <w:t xml:space="preserve">Po ověření zadavatelem platí hodnota z výpočtu kubatur v </w:t>
      </w:r>
      <w:proofErr w:type="gramStart"/>
      <w:r w:rsidR="00C90D0F" w:rsidRPr="009224CB">
        <w:t xml:space="preserve">příloze </w:t>
      </w:r>
      <w:r w:rsidR="005902BF" w:rsidRPr="009224CB">
        <w:t>D.2.1.2.</w:t>
      </w:r>
      <w:r w:rsidR="005F0BD0" w:rsidRPr="009224CB">
        <w:t>1.</w:t>
      </w:r>
      <w:r w:rsidR="005902BF" w:rsidRPr="009224CB">
        <w:t>2</w:t>
      </w:r>
      <w:proofErr w:type="gramEnd"/>
      <w:r w:rsidR="005902BF" w:rsidRPr="009224CB">
        <w:t>. B</w:t>
      </w:r>
      <w:r w:rsidR="005902BF" w:rsidRPr="009224CB">
        <w:rPr>
          <w:bCs/>
        </w:rPr>
        <w:t xml:space="preserve">yla upravena položka č. 65, kód položky </w:t>
      </w:r>
      <w:r w:rsidR="00FF441B" w:rsidRPr="009224CB">
        <w:rPr>
          <w:bCs/>
        </w:rPr>
        <w:t>R015512.90</w:t>
      </w:r>
      <w:r w:rsidR="005902BF" w:rsidRPr="009224CB">
        <w:rPr>
          <w:bCs/>
        </w:rPr>
        <w:t xml:space="preserve">, název položky „POPLATKY ZA LIKVIDACI ODPADŮ NEBEZPEČNÝCH - 17 05 03* ZEMINA Z KOLEJIŠTĚ (VÝHYBKY) LOKÁLNĚ ZNEČIŠTĚNÁ ROPNÝMI LÁTKAMI - BIODEGRADACE, VČETNĚ DOPRAVY“ změna kubatury na </w:t>
      </w:r>
      <w:r w:rsidR="005F0BD0" w:rsidRPr="009224CB">
        <w:rPr>
          <w:bCs/>
        </w:rPr>
        <w:t>5133 T</w:t>
      </w:r>
      <w:r w:rsidR="005902BF" w:rsidRPr="009224CB">
        <w:t>. Dále byla upravena výměra v SO 90-90.</w:t>
      </w:r>
      <w:r w:rsidR="00C90D0F" w:rsidRPr="009224CB">
        <w:t xml:space="preserve"> Viz příloha.</w:t>
      </w:r>
    </w:p>
    <w:p w:rsidR="009B62B0" w:rsidRPr="009224CB" w:rsidRDefault="009B62B0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Dotaz č. </w:t>
      </w:r>
      <w:r w:rsidR="001073F1" w:rsidRPr="009224CB">
        <w:rPr>
          <w:rFonts w:eastAsia="Calibri" w:cs="Times New Roman"/>
          <w:b/>
          <w:lang w:eastAsia="cs-CZ"/>
        </w:rPr>
        <w:t>1</w:t>
      </w:r>
      <w:r w:rsidR="00093CF7" w:rsidRPr="009224CB">
        <w:rPr>
          <w:rFonts w:eastAsia="Calibri" w:cs="Times New Roman"/>
          <w:b/>
          <w:lang w:eastAsia="cs-CZ"/>
        </w:rPr>
        <w:t>81</w:t>
      </w:r>
      <w:r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04-16-01.2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Střelice - Tetčice,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65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NEBEZPEČNÝMI LÁTKAMI (NAPŘ. As, </w:t>
      </w:r>
      <w:proofErr w:type="spellStart"/>
      <w:r w:rsidRPr="009224CB">
        <w:rPr>
          <w:b/>
          <w:bCs/>
        </w:rPr>
        <w:t>Pb</w:t>
      </w:r>
      <w:proofErr w:type="spellEnd"/>
      <w:r w:rsidRPr="009224CB">
        <w:rPr>
          <w:b/>
          <w:bCs/>
        </w:rPr>
        <w:t xml:space="preserve">) - SKLÁDKA S-NO, VČETNĚ DOPRAVY </w:t>
      </w:r>
      <w:r w:rsidRPr="009224CB">
        <w:t xml:space="preserve">uvádí množství </w:t>
      </w:r>
      <w:r w:rsidRPr="009224CB">
        <w:rPr>
          <w:b/>
          <w:bCs/>
        </w:rPr>
        <w:t>5.102T,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 + TŘ III . Skládka – S-NO Vypočteno množství </w:t>
      </w:r>
      <w:r w:rsidRPr="009224CB">
        <w:rPr>
          <w:b/>
          <w:bCs/>
        </w:rPr>
        <w:t>4.239T + 834T = 5.073T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1073F1" w:rsidRPr="009224CB" w:rsidRDefault="001073F1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902BF" w:rsidRPr="009224CB" w:rsidRDefault="005D75F2" w:rsidP="005902BF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4B37A1" w:rsidRPr="009224CB">
        <w:t>Po ověření zadavatelem byla z</w:t>
      </w:r>
      <w:r w:rsidR="007A5B3D" w:rsidRPr="009224CB">
        <w:t>řejmě myšlena položka č.</w:t>
      </w:r>
      <w:r w:rsidR="004B37A1" w:rsidRPr="009224CB">
        <w:t xml:space="preserve"> </w:t>
      </w:r>
      <w:r w:rsidR="007A5B3D" w:rsidRPr="009224CB">
        <w:t xml:space="preserve">66. </w:t>
      </w:r>
      <w:r w:rsidR="005902BF" w:rsidRPr="009224CB">
        <w:t xml:space="preserve">Platí </w:t>
      </w:r>
      <w:r w:rsidR="004B37A1" w:rsidRPr="009224CB">
        <w:t xml:space="preserve">zde </w:t>
      </w:r>
      <w:r w:rsidR="005902BF" w:rsidRPr="009224CB">
        <w:t xml:space="preserve">hodnota z výpočtu kubatur </w:t>
      </w:r>
      <w:r w:rsidR="004B37A1" w:rsidRPr="009224CB">
        <w:t xml:space="preserve">v </w:t>
      </w:r>
      <w:proofErr w:type="gramStart"/>
      <w:r w:rsidR="004B37A1" w:rsidRPr="009224CB">
        <w:t>příloze</w:t>
      </w:r>
      <w:r w:rsidR="005902BF" w:rsidRPr="009224CB">
        <w:t xml:space="preserve"> D.2.1.2.</w:t>
      </w:r>
      <w:r w:rsidR="005F0BD0" w:rsidRPr="009224CB">
        <w:t>1.</w:t>
      </w:r>
      <w:r w:rsidR="005902BF" w:rsidRPr="009224CB">
        <w:t>2</w:t>
      </w:r>
      <w:proofErr w:type="gramEnd"/>
      <w:r w:rsidR="005902BF" w:rsidRPr="009224CB">
        <w:t>. B</w:t>
      </w:r>
      <w:r w:rsidR="005902BF" w:rsidRPr="009224CB">
        <w:rPr>
          <w:bCs/>
        </w:rPr>
        <w:t>yla upravena položka č. 6</w:t>
      </w:r>
      <w:r w:rsidR="007A5B3D" w:rsidRPr="009224CB">
        <w:rPr>
          <w:bCs/>
        </w:rPr>
        <w:t>6</w:t>
      </w:r>
      <w:r w:rsidR="005902BF" w:rsidRPr="009224CB">
        <w:rPr>
          <w:bCs/>
        </w:rPr>
        <w:t xml:space="preserve">, kód položky </w:t>
      </w:r>
      <w:r w:rsidR="00FF441B" w:rsidRPr="009224CB">
        <w:rPr>
          <w:bCs/>
        </w:rPr>
        <w:t>R015513.90</w:t>
      </w:r>
      <w:r w:rsidR="005902BF" w:rsidRPr="009224CB">
        <w:rPr>
          <w:bCs/>
        </w:rPr>
        <w:t>, název položky „</w:t>
      </w:r>
      <w:r w:rsidR="007A5B3D" w:rsidRPr="009224CB">
        <w:rPr>
          <w:bCs/>
        </w:rPr>
        <w:t xml:space="preserve">POPLATKY ZA LIKVIDACI ODPADŮ NEBEZPEČNÝCH - 17 05 03* ZEMINA Z KOLEJIŠTĚ (VÝHYBKY) LOKÁLNĚ ZNEČIŠTĚNÁ NEBEZPEČNÝMI LÁTKAMI (NAPŘ. As, </w:t>
      </w:r>
      <w:proofErr w:type="spellStart"/>
      <w:r w:rsidR="007A5B3D" w:rsidRPr="009224CB">
        <w:rPr>
          <w:bCs/>
        </w:rPr>
        <w:t>Pb</w:t>
      </w:r>
      <w:proofErr w:type="spellEnd"/>
      <w:r w:rsidR="007A5B3D" w:rsidRPr="009224CB">
        <w:rPr>
          <w:bCs/>
        </w:rPr>
        <w:t>) - SKLÁDKA S-NO, VČETNĚ DOPRAVY“</w:t>
      </w:r>
      <w:r w:rsidR="00F90B07" w:rsidRPr="009224CB">
        <w:rPr>
          <w:bCs/>
        </w:rPr>
        <w:t xml:space="preserve"> zm</w:t>
      </w:r>
      <w:r w:rsidR="005902BF" w:rsidRPr="009224CB">
        <w:rPr>
          <w:bCs/>
        </w:rPr>
        <w:t xml:space="preserve">ěna kubatury na </w:t>
      </w:r>
      <w:r w:rsidR="005F0BD0" w:rsidRPr="009224CB">
        <w:rPr>
          <w:bCs/>
        </w:rPr>
        <w:t>5073 T</w:t>
      </w:r>
      <w:r w:rsidR="005902BF" w:rsidRPr="009224CB">
        <w:t>. Dále byla upravena výměra v SO 90-90.</w:t>
      </w:r>
      <w:r w:rsidR="004B37A1" w:rsidRPr="009224CB">
        <w:t xml:space="preserve"> Viz příloha.</w:t>
      </w:r>
    </w:p>
    <w:p w:rsidR="00F27C41" w:rsidRPr="009224CB" w:rsidRDefault="00F27C41" w:rsidP="00F27C41">
      <w:pPr>
        <w:spacing w:after="0" w:line="240" w:lineRule="auto"/>
        <w:rPr>
          <w:b/>
          <w:bCs/>
          <w:lang w:eastAsia="cs-CZ"/>
        </w:rPr>
      </w:pPr>
    </w:p>
    <w:p w:rsidR="004B37A1" w:rsidRPr="009224CB" w:rsidRDefault="004B37A1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Dotaz č. </w:t>
      </w:r>
      <w:r w:rsidR="00093CF7" w:rsidRPr="009224CB">
        <w:rPr>
          <w:rFonts w:eastAsia="Calibri" w:cs="Times New Roman"/>
          <w:b/>
          <w:lang w:eastAsia="cs-CZ"/>
        </w:rPr>
        <w:t>182</w:t>
      </w:r>
      <w:r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05-16-01 </w:t>
      </w:r>
      <w:proofErr w:type="spellStart"/>
      <w:r w:rsidRPr="009224CB">
        <w:rPr>
          <w:b/>
          <w:bCs/>
        </w:rPr>
        <w:t>Žst</w:t>
      </w:r>
      <w:proofErr w:type="spellEnd"/>
      <w:r w:rsidRPr="009224CB">
        <w:rPr>
          <w:b/>
          <w:bCs/>
        </w:rPr>
        <w:t>. Tetčice,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D.2.1.2.3.2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50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ROPNÝMI LÁTKAMI - BIODEGRADACE, VČETNĚ DOPRAVY </w:t>
      </w:r>
      <w:r w:rsidRPr="009224CB">
        <w:t xml:space="preserve">uvádí množství </w:t>
      </w:r>
      <w:r w:rsidRPr="009224CB">
        <w:rPr>
          <w:b/>
          <w:bCs/>
        </w:rPr>
        <w:t>10.645,41T,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D.2.1.2.3.2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 + TŘ II . Skládka - BIODEGRADACE Vypočteno množství </w:t>
      </w:r>
      <w:r w:rsidRPr="009224CB">
        <w:rPr>
          <w:b/>
          <w:bCs/>
        </w:rPr>
        <w:t>6.322,379T + 432,303T = 6.754,683T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15EF" w:rsidRDefault="009B15EF" w:rsidP="005F0BD0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9B15EF" w:rsidRDefault="009B15EF" w:rsidP="005F0BD0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F0BD0" w:rsidRPr="009224CB" w:rsidRDefault="005D75F2" w:rsidP="005F0BD0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lastRenderedPageBreak/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292CDF" w:rsidRPr="009224CB">
        <w:t>Po ověření zadavatelem platí hodnota z výpočtu kubatur v </w:t>
      </w:r>
      <w:proofErr w:type="gramStart"/>
      <w:r w:rsidR="00292CDF" w:rsidRPr="009224CB">
        <w:t xml:space="preserve">příloze </w:t>
      </w:r>
      <w:r w:rsidR="005F0BD0" w:rsidRPr="009224CB">
        <w:t>D.2.1.2.3.2</w:t>
      </w:r>
      <w:proofErr w:type="gramEnd"/>
      <w:r w:rsidR="005F0BD0" w:rsidRPr="009224CB">
        <w:t>. B</w:t>
      </w:r>
      <w:r w:rsidR="005F0BD0" w:rsidRPr="009224CB">
        <w:rPr>
          <w:bCs/>
        </w:rPr>
        <w:t xml:space="preserve">yla upravena položka č. 50, kód položky </w:t>
      </w:r>
      <w:r w:rsidR="00FF441B" w:rsidRPr="009224CB">
        <w:rPr>
          <w:bCs/>
        </w:rPr>
        <w:t>R015512.90</w:t>
      </w:r>
      <w:r w:rsidR="005F0BD0" w:rsidRPr="009224CB">
        <w:rPr>
          <w:bCs/>
        </w:rPr>
        <w:t>, název položky „POPLATKY ZA LIKVIDACI ODPADŮ NEBEZPEČNÝCH - 17 05 03* ZEMINA Z KOLEJIŠTĚ (VÝHYBKY) LOKÁLNĚ ZNEČIŠTĚNÁ ROPNÝMI LÁTKAMI - BIODEGRADACE, VČETNĚ DOPRAVY“ změna kubatury na 6754,683 T</w:t>
      </w:r>
      <w:r w:rsidR="005F0BD0" w:rsidRPr="009224CB">
        <w:t>. Dále byla upravena výměra v SO 90-90.</w:t>
      </w:r>
      <w:r w:rsidR="00292CDF" w:rsidRPr="009224CB">
        <w:t xml:space="preserve"> Viz příloha.</w:t>
      </w:r>
    </w:p>
    <w:p w:rsidR="005D75F2" w:rsidRPr="009224CB" w:rsidRDefault="005D75F2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</w:t>
      </w:r>
      <w:r w:rsidR="00093CF7" w:rsidRPr="009224CB">
        <w:rPr>
          <w:rFonts w:eastAsia="Calibri" w:cs="Times New Roman"/>
          <w:b/>
          <w:lang w:eastAsia="cs-CZ"/>
        </w:rPr>
        <w:t>83</w:t>
      </w:r>
      <w:r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05-16-01 </w:t>
      </w:r>
      <w:proofErr w:type="spellStart"/>
      <w:r w:rsidRPr="009224CB">
        <w:rPr>
          <w:b/>
          <w:bCs/>
        </w:rPr>
        <w:t>Žst</w:t>
      </w:r>
      <w:proofErr w:type="spellEnd"/>
      <w:r w:rsidRPr="009224CB">
        <w:rPr>
          <w:b/>
          <w:bCs/>
        </w:rPr>
        <w:t>. Tetčice,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D.2.1.2.3.2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51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NEBEZPEČNÝMI LÁTKAMI (NAPŘ. As, </w:t>
      </w:r>
      <w:proofErr w:type="spellStart"/>
      <w:r w:rsidRPr="009224CB">
        <w:rPr>
          <w:b/>
          <w:bCs/>
        </w:rPr>
        <w:t>Pb</w:t>
      </w:r>
      <w:proofErr w:type="spellEnd"/>
      <w:r w:rsidRPr="009224CB">
        <w:rPr>
          <w:b/>
          <w:bCs/>
        </w:rPr>
        <w:t xml:space="preserve">) - SKLÁDKA S-NO, VČETNĚ DOPRAVY </w:t>
      </w:r>
      <w:r w:rsidRPr="009224CB">
        <w:t xml:space="preserve">uvádí množství </w:t>
      </w:r>
      <w:r w:rsidRPr="009224CB">
        <w:rPr>
          <w:b/>
          <w:bCs/>
        </w:rPr>
        <w:t>2.445,201T,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D.2.1.2.3.2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 + TŘ II . Skládka – S-NO Vypočteno množství </w:t>
      </w:r>
      <w:r w:rsidRPr="009224CB">
        <w:rPr>
          <w:b/>
          <w:bCs/>
        </w:rPr>
        <w:t>1.580,59T + 432,303T = 2.012,898T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AF3B4D" w:rsidRPr="009224CB" w:rsidRDefault="00AF3B4D" w:rsidP="00F27C41">
      <w:pPr>
        <w:spacing w:after="0"/>
        <w:jc w:val="both"/>
        <w:rPr>
          <w:rFonts w:eastAsia="Calibri" w:cs="Times New Roman"/>
          <w:u w:val="single"/>
          <w:lang w:eastAsia="cs-CZ"/>
        </w:rPr>
      </w:pPr>
    </w:p>
    <w:p w:rsidR="005D75F2" w:rsidRPr="009224CB" w:rsidRDefault="005D75F2" w:rsidP="00F27C41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4C0F41" w:rsidRPr="009224CB">
        <w:t>Po ověření zadavatelem platí hodnota z výpočtu kubatur v </w:t>
      </w:r>
      <w:proofErr w:type="gramStart"/>
      <w:r w:rsidR="004C0F41" w:rsidRPr="009224CB">
        <w:t xml:space="preserve">příloze </w:t>
      </w:r>
      <w:r w:rsidR="005F0BD0" w:rsidRPr="009224CB">
        <w:t>D.2.1.2.3.2</w:t>
      </w:r>
      <w:proofErr w:type="gramEnd"/>
      <w:r w:rsidR="005F0BD0" w:rsidRPr="009224CB">
        <w:t>. B</w:t>
      </w:r>
      <w:r w:rsidR="005F0BD0" w:rsidRPr="009224CB">
        <w:rPr>
          <w:bCs/>
        </w:rPr>
        <w:t xml:space="preserve">yla upravena položka č. 51, kód položky </w:t>
      </w:r>
      <w:r w:rsidR="00FF441B" w:rsidRPr="009224CB">
        <w:rPr>
          <w:bCs/>
        </w:rPr>
        <w:t>R015513.90</w:t>
      </w:r>
      <w:r w:rsidR="005F0BD0" w:rsidRPr="009224CB">
        <w:rPr>
          <w:bCs/>
        </w:rPr>
        <w:t xml:space="preserve">, název položky „POPLATKY ZA LIKVIDACI ODPADŮ NEBEZPEČNÝCH - 17 05 03* ZEMINA Z KOLEJIŠTĚ (VÝHYBKY) LOKÁLNĚ ZNEČIŠTĚNÁ NEBEZPEČNÝMI LÁTKAMI (NAPŘ. As, </w:t>
      </w:r>
      <w:proofErr w:type="spellStart"/>
      <w:r w:rsidR="005F0BD0" w:rsidRPr="009224CB">
        <w:rPr>
          <w:bCs/>
        </w:rPr>
        <w:t>Pb</w:t>
      </w:r>
      <w:proofErr w:type="spellEnd"/>
      <w:r w:rsidR="005F0BD0" w:rsidRPr="009224CB">
        <w:rPr>
          <w:bCs/>
        </w:rPr>
        <w:t xml:space="preserve">) - SKLÁDKA S-NO, VČETNĚ DOPRAVY“ změna kubatury na </w:t>
      </w:r>
      <w:r w:rsidR="00B65DA7" w:rsidRPr="009224CB">
        <w:rPr>
          <w:bCs/>
        </w:rPr>
        <w:t>2012,898</w:t>
      </w:r>
      <w:r w:rsidR="005F0BD0" w:rsidRPr="009224CB">
        <w:rPr>
          <w:bCs/>
        </w:rPr>
        <w:t xml:space="preserve"> T</w:t>
      </w:r>
      <w:r w:rsidR="005F0BD0" w:rsidRPr="009224CB">
        <w:t>. Dále byla upravena výměra v SO 90-90.</w:t>
      </w:r>
      <w:r w:rsidR="000F6D06" w:rsidRPr="009224CB">
        <w:t xml:space="preserve"> Viz příloha.</w:t>
      </w:r>
    </w:p>
    <w:p w:rsidR="005D75F2" w:rsidRPr="009224CB" w:rsidRDefault="005D75F2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165DC" w:rsidRPr="009224CB" w:rsidRDefault="001165DC" w:rsidP="001165DC">
      <w:pPr>
        <w:spacing w:after="0"/>
        <w:jc w:val="both"/>
        <w:rPr>
          <w:bCs/>
          <w:lang w:eastAsia="cs-CZ"/>
        </w:rPr>
      </w:pPr>
      <w:r w:rsidRPr="009224CB">
        <w:rPr>
          <w:bCs/>
          <w:lang w:eastAsia="cs-CZ"/>
        </w:rPr>
        <w:t>V souvislosti s dotazem č.</w:t>
      </w:r>
      <w:r w:rsidR="000F6D06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182 a č.</w:t>
      </w:r>
      <w:r w:rsidR="000F6D06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183 byla opravena výměra položky č.</w:t>
      </w:r>
      <w:r w:rsidR="000F6D06" w:rsidRPr="009224CB">
        <w:rPr>
          <w:bCs/>
          <w:lang w:eastAsia="cs-CZ"/>
        </w:rPr>
        <w:t xml:space="preserve"> </w:t>
      </w:r>
      <w:r w:rsidR="00B65DA7" w:rsidRPr="009224CB">
        <w:rPr>
          <w:bCs/>
          <w:lang w:eastAsia="cs-CZ"/>
        </w:rPr>
        <w:t>47</w:t>
      </w:r>
      <w:r w:rsidRPr="009224CB">
        <w:rPr>
          <w:bCs/>
          <w:lang w:eastAsia="cs-CZ"/>
        </w:rPr>
        <w:t xml:space="preserve">, kód položky </w:t>
      </w:r>
      <w:r w:rsidR="00FF441B" w:rsidRPr="009224CB">
        <w:rPr>
          <w:bCs/>
          <w:lang w:eastAsia="cs-CZ"/>
        </w:rPr>
        <w:t xml:space="preserve">R015111.90 </w:t>
      </w:r>
      <w:r w:rsidRPr="009224CB">
        <w:rPr>
          <w:bCs/>
          <w:lang w:eastAsia="cs-CZ"/>
        </w:rPr>
        <w:t xml:space="preserve">s názvem </w:t>
      </w:r>
      <w:r w:rsidRPr="009224CB">
        <w:rPr>
          <w:bCs/>
        </w:rPr>
        <w:t xml:space="preserve">„POPLATKY ZA LIKVIDACI ODPADŮ NEKONTAMINOVANÝCH - 17 05 04 VYTĚŽENÉ ZEMINY A HORNINY - I. TŘÍDA TĚŽITELNOSTI VČETNĚ DOPRAVY“, výměra </w:t>
      </w:r>
      <w:r w:rsidR="00B65DA7" w:rsidRPr="009224CB">
        <w:rPr>
          <w:bCs/>
        </w:rPr>
        <w:t>5836,0</w:t>
      </w:r>
      <w:r w:rsidR="00A1533B" w:rsidRPr="009224CB">
        <w:rPr>
          <w:bCs/>
        </w:rPr>
        <w:t>9</w:t>
      </w:r>
      <w:r w:rsidR="00B65DA7" w:rsidRPr="009224CB">
        <w:rPr>
          <w:bCs/>
        </w:rPr>
        <w:t>2 T</w:t>
      </w:r>
      <w:r w:rsidRPr="009224CB">
        <w:rPr>
          <w:bCs/>
        </w:rPr>
        <w:t xml:space="preserve">. </w:t>
      </w:r>
      <w:r w:rsidRPr="009224CB">
        <w:t>Dále byla upravena výměra v SO 90-90.</w:t>
      </w:r>
      <w:r w:rsidR="000F6D06" w:rsidRPr="009224CB">
        <w:t xml:space="preserve"> Viz příloha.</w:t>
      </w:r>
    </w:p>
    <w:p w:rsidR="001165DC" w:rsidRPr="009224CB" w:rsidRDefault="001165DC" w:rsidP="001165DC">
      <w:pPr>
        <w:spacing w:after="0"/>
        <w:jc w:val="both"/>
        <w:rPr>
          <w:b/>
          <w:bCs/>
          <w:lang w:eastAsia="cs-CZ"/>
        </w:rPr>
      </w:pPr>
    </w:p>
    <w:p w:rsidR="001165DC" w:rsidRPr="009224CB" w:rsidRDefault="001165DC" w:rsidP="001165DC">
      <w:pPr>
        <w:spacing w:after="0"/>
        <w:jc w:val="both"/>
        <w:rPr>
          <w:bCs/>
          <w:lang w:eastAsia="cs-CZ"/>
        </w:rPr>
      </w:pPr>
      <w:r w:rsidRPr="009224CB">
        <w:rPr>
          <w:bCs/>
          <w:lang w:eastAsia="cs-CZ"/>
        </w:rPr>
        <w:t>V souvislosti s dotazem č.</w:t>
      </w:r>
      <w:r w:rsidR="000F6D06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 xml:space="preserve">182 a </w:t>
      </w:r>
      <w:proofErr w:type="gramStart"/>
      <w:r w:rsidRPr="009224CB">
        <w:rPr>
          <w:bCs/>
          <w:lang w:eastAsia="cs-CZ"/>
        </w:rPr>
        <w:t>č.183</w:t>
      </w:r>
      <w:proofErr w:type="gramEnd"/>
      <w:r w:rsidRPr="009224CB">
        <w:rPr>
          <w:bCs/>
          <w:lang w:eastAsia="cs-CZ"/>
        </w:rPr>
        <w:t xml:space="preserve"> byla opravena výměra položky č.</w:t>
      </w:r>
      <w:r w:rsidR="00B65DA7" w:rsidRPr="009224CB">
        <w:rPr>
          <w:bCs/>
          <w:lang w:eastAsia="cs-CZ"/>
        </w:rPr>
        <w:t>48</w:t>
      </w:r>
      <w:r w:rsidRPr="009224CB">
        <w:rPr>
          <w:bCs/>
          <w:lang w:eastAsia="cs-CZ"/>
        </w:rPr>
        <w:t xml:space="preserve">, kód položky </w:t>
      </w:r>
      <w:r w:rsidR="00FF441B" w:rsidRPr="009224CB">
        <w:rPr>
          <w:bCs/>
          <w:lang w:eastAsia="cs-CZ"/>
        </w:rPr>
        <w:t xml:space="preserve">R015112.90 </w:t>
      </w:r>
      <w:r w:rsidRPr="009224CB">
        <w:rPr>
          <w:bCs/>
          <w:lang w:eastAsia="cs-CZ"/>
        </w:rPr>
        <w:t xml:space="preserve">s názvem </w:t>
      </w:r>
      <w:r w:rsidRPr="009224CB">
        <w:rPr>
          <w:bCs/>
        </w:rPr>
        <w:t xml:space="preserve">„„POPLATKY ZA LIKVIDACI ODPADŮ NEKONTAMINOVANÝCH - 17 05 04 VYTĚŽENÉ ZEMINY A HORNINY - II. TŘÍDA TĚŽITELNOSTI VČETNĚ DOPRAVY“,  výměra </w:t>
      </w:r>
      <w:r w:rsidR="00B65DA7" w:rsidRPr="009224CB">
        <w:rPr>
          <w:bCs/>
        </w:rPr>
        <w:t>1945,364 T</w:t>
      </w:r>
      <w:r w:rsidRPr="009224CB">
        <w:rPr>
          <w:bCs/>
        </w:rPr>
        <w:t xml:space="preserve">.  </w:t>
      </w:r>
      <w:r w:rsidRPr="009224CB">
        <w:t>Dále byla upravena výměra v SO 90-90.</w:t>
      </w:r>
      <w:r w:rsidR="000F6D06" w:rsidRPr="009224CB">
        <w:t xml:space="preserve"> Viz příloha.</w:t>
      </w:r>
    </w:p>
    <w:p w:rsidR="001165DC" w:rsidRPr="009224CB" w:rsidRDefault="001165DC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9224CB" w:rsidRDefault="00093CF7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184</w:t>
      </w:r>
      <w:r w:rsidR="005D75F2"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06-16-01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Tetčice - Zastávka u Brna, železniční spodek</w:t>
      </w:r>
    </w:p>
    <w:p w:rsidR="00F27C41" w:rsidRPr="009224CB" w:rsidRDefault="00F27C41" w:rsidP="00F27C41">
      <w:pPr>
        <w:spacing w:after="0"/>
        <w:jc w:val="both"/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D.2.1.2.4.2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72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ROPNÝMI LÁTKAMI - BIODEGRADACE, VČETNĚ DOPRAVY </w:t>
      </w:r>
      <w:r w:rsidRPr="009224CB">
        <w:t xml:space="preserve">uvádí množství </w:t>
      </w:r>
      <w:r w:rsidRPr="009224CB">
        <w:rPr>
          <w:b/>
          <w:bCs/>
        </w:rPr>
        <w:t>25.600,6T,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D.2.1.2.4.2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 + TŘ III . Skládka - BIODEGRADACE Vypočteno množství </w:t>
      </w:r>
      <w:r w:rsidRPr="009224CB">
        <w:rPr>
          <w:b/>
          <w:bCs/>
        </w:rPr>
        <w:t>104T+2393T+274T+63T = 2.834,00 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1073F1" w:rsidRPr="009224CB" w:rsidRDefault="001073F1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F0BD0" w:rsidRPr="009224CB" w:rsidRDefault="005D75F2" w:rsidP="005F0BD0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0F6D06" w:rsidRPr="009224CB">
        <w:t>Po ověření zadavatelem platí hodnota z výpočtu kubatur v </w:t>
      </w:r>
      <w:proofErr w:type="gramStart"/>
      <w:r w:rsidR="000F6D06" w:rsidRPr="009224CB">
        <w:t xml:space="preserve">příloze </w:t>
      </w:r>
      <w:r w:rsidR="005F0BD0" w:rsidRPr="009224CB">
        <w:t>D.2.1.2.4.2</w:t>
      </w:r>
      <w:proofErr w:type="gramEnd"/>
      <w:r w:rsidR="005F0BD0" w:rsidRPr="009224CB">
        <w:t>. B</w:t>
      </w:r>
      <w:r w:rsidR="005F0BD0" w:rsidRPr="009224CB">
        <w:rPr>
          <w:bCs/>
        </w:rPr>
        <w:t xml:space="preserve">yla upravena položka č. 72, kód položky </w:t>
      </w:r>
      <w:r w:rsidR="00FF441B" w:rsidRPr="009224CB">
        <w:rPr>
          <w:bCs/>
        </w:rPr>
        <w:t>R015512.90</w:t>
      </w:r>
      <w:r w:rsidR="005F0BD0" w:rsidRPr="009224CB">
        <w:rPr>
          <w:bCs/>
        </w:rPr>
        <w:t xml:space="preserve">, název položky „POPLATKY ZA LIKVIDACI ODPADŮ NEBEZPEČNÝCH - 17 05 03* ZEMINA Z KOLEJIŠTĚ (VÝHYBKY) LOKÁLNĚ ZNEČIŠTĚNÁ </w:t>
      </w:r>
      <w:r w:rsidR="009B15EF">
        <w:rPr>
          <w:bCs/>
        </w:rPr>
        <w:br/>
      </w:r>
      <w:bookmarkStart w:id="1" w:name="_GoBack"/>
      <w:bookmarkEnd w:id="1"/>
      <w:r w:rsidR="005F0BD0" w:rsidRPr="009224CB">
        <w:rPr>
          <w:bCs/>
        </w:rPr>
        <w:lastRenderedPageBreak/>
        <w:t>ROPNÝMI LÁTKAMI - BIODEGRADACE, VČETNĚ DOPRAVY“ změna kubatury na 283</w:t>
      </w:r>
      <w:r w:rsidR="00FF441B" w:rsidRPr="009224CB">
        <w:rPr>
          <w:bCs/>
        </w:rPr>
        <w:t>3.30</w:t>
      </w:r>
      <w:r w:rsidR="005F0BD0" w:rsidRPr="009224CB">
        <w:rPr>
          <w:bCs/>
        </w:rPr>
        <w:t xml:space="preserve"> T</w:t>
      </w:r>
      <w:r w:rsidR="005F0BD0" w:rsidRPr="009224CB">
        <w:t>. Dále byla upravena výměra v SO 90-90.</w:t>
      </w:r>
      <w:r w:rsidR="000F6D06" w:rsidRPr="009224CB">
        <w:t xml:space="preserve"> Viz příloha.</w:t>
      </w:r>
    </w:p>
    <w:p w:rsidR="005F0BD0" w:rsidRPr="009224CB" w:rsidRDefault="005F0BD0" w:rsidP="005F0B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93CF7" w:rsidRPr="009224CB" w:rsidRDefault="00093CF7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073F1" w:rsidRPr="009224CB" w:rsidRDefault="00093CF7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185</w:t>
      </w:r>
      <w:r w:rsidR="001073F1"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06-16-01 </w:t>
      </w:r>
      <w:proofErr w:type="spellStart"/>
      <w:proofErr w:type="gramStart"/>
      <w:r w:rsidRPr="009224CB">
        <w:rPr>
          <w:b/>
          <w:bCs/>
        </w:rPr>
        <w:t>T.ú</w:t>
      </w:r>
      <w:proofErr w:type="spellEnd"/>
      <w:r w:rsidRPr="009224CB">
        <w:rPr>
          <w:b/>
          <w:bCs/>
        </w:rPr>
        <w:t>.</w:t>
      </w:r>
      <w:proofErr w:type="gramEnd"/>
      <w:r w:rsidRPr="009224CB">
        <w:rPr>
          <w:b/>
          <w:bCs/>
        </w:rPr>
        <w:t xml:space="preserve"> Tetčice - Zastávka u Brna,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D.2.1.2.4.2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 jsme na stráně Výpočet množství odpadů nalezli nesrovnalosti mezi touto stránkou a rozpočtem. V rozpočtu uvedená položka </w:t>
      </w:r>
      <w:r w:rsidRPr="009224CB">
        <w:rPr>
          <w:b/>
          <w:bCs/>
        </w:rPr>
        <w:t>č. 73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NEBEZPEČNÝMI LÁTKAMI (NAPŘ. As, </w:t>
      </w:r>
      <w:proofErr w:type="spellStart"/>
      <w:r w:rsidRPr="009224CB">
        <w:rPr>
          <w:b/>
          <w:bCs/>
        </w:rPr>
        <w:t>Pb</w:t>
      </w:r>
      <w:proofErr w:type="spellEnd"/>
      <w:r w:rsidRPr="009224CB">
        <w:rPr>
          <w:b/>
          <w:bCs/>
        </w:rPr>
        <w:t xml:space="preserve">) - SKLÁDKA S-NO, VČETNĚ DOPRAVY </w:t>
      </w:r>
      <w:r w:rsidRPr="009224CB">
        <w:t xml:space="preserve">uvádí množství </w:t>
      </w:r>
      <w:r w:rsidRPr="009224CB">
        <w:rPr>
          <w:b/>
          <w:bCs/>
        </w:rPr>
        <w:t>5.483,00 T,</w:t>
      </w:r>
      <w:r w:rsidRPr="009224CB">
        <w:t xml:space="preserve"> což ovšem neodpovídá výpočtu pro tuto položku uvedeném na stránce výpočet odpadů v příloze. </w:t>
      </w:r>
      <w:proofErr w:type="gramStart"/>
      <w:r w:rsidRPr="009224CB">
        <w:rPr>
          <w:u w:val="single"/>
        </w:rPr>
        <w:t>D.2.1.2.4.2</w:t>
      </w:r>
      <w:proofErr w:type="gramEnd"/>
      <w:r w:rsidRPr="009224CB">
        <w:rPr>
          <w:u w:val="single"/>
        </w:rPr>
        <w:t xml:space="preserve"> Výpočet kubatur</w:t>
      </w:r>
      <w:r w:rsidRPr="009224CB">
        <w:t xml:space="preserve">, kde je pro zeminu TŘ I + TŘ III . Skládka – S-NO Vypočteno množství </w:t>
      </w:r>
      <w:r w:rsidRPr="009224CB">
        <w:rPr>
          <w:b/>
          <w:bCs/>
        </w:rPr>
        <w:t>24T + 2.393T + 274T + 63T = 2.754,00T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1073F1" w:rsidRPr="009224CB" w:rsidRDefault="001073F1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5F0BD0" w:rsidRPr="009224CB" w:rsidRDefault="001073F1" w:rsidP="005F0BD0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0F6D06" w:rsidRPr="009224CB">
        <w:t>Po ověření zadavatelem platí hodnota z výpočtu kubatur v </w:t>
      </w:r>
      <w:proofErr w:type="gramStart"/>
      <w:r w:rsidR="000F6D06" w:rsidRPr="009224CB">
        <w:t xml:space="preserve">příloze </w:t>
      </w:r>
      <w:r w:rsidR="005F0BD0" w:rsidRPr="009224CB">
        <w:t>D.2.1.2.4.2</w:t>
      </w:r>
      <w:proofErr w:type="gramEnd"/>
      <w:r w:rsidR="005F0BD0" w:rsidRPr="009224CB">
        <w:t>. B</w:t>
      </w:r>
      <w:r w:rsidR="005F0BD0" w:rsidRPr="009224CB">
        <w:rPr>
          <w:bCs/>
        </w:rPr>
        <w:t>yla upravena položka č. 7</w:t>
      </w:r>
      <w:r w:rsidR="001165DC" w:rsidRPr="009224CB">
        <w:rPr>
          <w:bCs/>
        </w:rPr>
        <w:t>3</w:t>
      </w:r>
      <w:r w:rsidR="005F0BD0" w:rsidRPr="009224CB">
        <w:rPr>
          <w:bCs/>
        </w:rPr>
        <w:t xml:space="preserve">, kód položky </w:t>
      </w:r>
      <w:r w:rsidR="00FF441B" w:rsidRPr="009224CB">
        <w:rPr>
          <w:bCs/>
        </w:rPr>
        <w:t>R015513.90</w:t>
      </w:r>
      <w:r w:rsidR="005F0BD0" w:rsidRPr="009224CB">
        <w:rPr>
          <w:bCs/>
        </w:rPr>
        <w:t>, název položky „</w:t>
      </w:r>
      <w:r w:rsidR="001165DC" w:rsidRPr="009224CB">
        <w:rPr>
          <w:bCs/>
        </w:rPr>
        <w:t xml:space="preserve">POPLATKY ZA LIKVIDACI ODPADŮ NEBEZPEČNÝCH - 17 05 03* ZEMINA Z KOLEJIŠTĚ (VÝHYBKY) LOKÁLNĚ ZNEČIŠTĚNÁ NEBEZPEČNÝMI LÁTKAMI (NAPŘ. As, </w:t>
      </w:r>
      <w:proofErr w:type="spellStart"/>
      <w:r w:rsidR="001165DC" w:rsidRPr="009224CB">
        <w:rPr>
          <w:bCs/>
        </w:rPr>
        <w:t>Pb</w:t>
      </w:r>
      <w:proofErr w:type="spellEnd"/>
      <w:r w:rsidR="001165DC" w:rsidRPr="009224CB">
        <w:rPr>
          <w:bCs/>
        </w:rPr>
        <w:t>) - SKLÁDKA S-NO, VČETNĚ DOPRAVY</w:t>
      </w:r>
      <w:r w:rsidR="005F0BD0" w:rsidRPr="009224CB">
        <w:rPr>
          <w:bCs/>
        </w:rPr>
        <w:t>“ změna kubatury na 2</w:t>
      </w:r>
      <w:r w:rsidR="001165DC" w:rsidRPr="009224CB">
        <w:rPr>
          <w:bCs/>
        </w:rPr>
        <w:t>754</w:t>
      </w:r>
      <w:r w:rsidR="00FF441B" w:rsidRPr="009224CB">
        <w:rPr>
          <w:bCs/>
        </w:rPr>
        <w:t>.10</w:t>
      </w:r>
      <w:r w:rsidR="005F0BD0" w:rsidRPr="009224CB">
        <w:rPr>
          <w:bCs/>
        </w:rPr>
        <w:t xml:space="preserve"> T</w:t>
      </w:r>
      <w:r w:rsidR="005F0BD0" w:rsidRPr="009224CB">
        <w:t>. Dále byla upravena výměra v SO 90-90.</w:t>
      </w:r>
      <w:r w:rsidR="000F6D06" w:rsidRPr="009224CB">
        <w:t xml:space="preserve"> Viz příloha.</w:t>
      </w:r>
    </w:p>
    <w:p w:rsidR="001165DC" w:rsidRPr="009224CB" w:rsidRDefault="001165DC" w:rsidP="00F27C41">
      <w:pPr>
        <w:spacing w:after="0"/>
        <w:jc w:val="both"/>
        <w:rPr>
          <w:b/>
          <w:bCs/>
          <w:lang w:eastAsia="cs-CZ"/>
        </w:rPr>
      </w:pPr>
    </w:p>
    <w:p w:rsidR="001165DC" w:rsidRPr="009224CB" w:rsidRDefault="001165DC" w:rsidP="00F27C41">
      <w:pPr>
        <w:spacing w:after="0"/>
        <w:jc w:val="both"/>
        <w:rPr>
          <w:bCs/>
          <w:lang w:eastAsia="cs-CZ"/>
        </w:rPr>
      </w:pPr>
      <w:r w:rsidRPr="009224CB">
        <w:rPr>
          <w:bCs/>
          <w:lang w:eastAsia="cs-CZ"/>
        </w:rPr>
        <w:t>V souvislosti s dotazem č.</w:t>
      </w:r>
      <w:r w:rsidR="000F6D06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184 a č.</w:t>
      </w:r>
      <w:r w:rsidR="000F6D06" w:rsidRPr="009224CB">
        <w:rPr>
          <w:bCs/>
          <w:lang w:eastAsia="cs-CZ"/>
        </w:rPr>
        <w:t xml:space="preserve"> </w:t>
      </w:r>
      <w:proofErr w:type="gramStart"/>
      <w:r w:rsidRPr="009224CB">
        <w:rPr>
          <w:bCs/>
          <w:lang w:eastAsia="cs-CZ"/>
        </w:rPr>
        <w:t>185  byla</w:t>
      </w:r>
      <w:proofErr w:type="gramEnd"/>
      <w:r w:rsidRPr="009224CB">
        <w:rPr>
          <w:bCs/>
          <w:lang w:eastAsia="cs-CZ"/>
        </w:rPr>
        <w:t xml:space="preserve"> opravena výměra položky č.</w:t>
      </w:r>
      <w:r w:rsidR="000F6D06" w:rsidRPr="009224CB">
        <w:rPr>
          <w:bCs/>
          <w:lang w:eastAsia="cs-CZ"/>
        </w:rPr>
        <w:t xml:space="preserve"> </w:t>
      </w:r>
      <w:r w:rsidR="00FF441B" w:rsidRPr="009224CB">
        <w:rPr>
          <w:bCs/>
          <w:lang w:eastAsia="cs-CZ"/>
        </w:rPr>
        <w:t>69</w:t>
      </w:r>
      <w:r w:rsidRPr="009224CB">
        <w:rPr>
          <w:bCs/>
          <w:lang w:eastAsia="cs-CZ"/>
        </w:rPr>
        <w:t xml:space="preserve">, kód položky </w:t>
      </w:r>
      <w:r w:rsidR="00FF441B" w:rsidRPr="009224CB">
        <w:rPr>
          <w:bCs/>
          <w:lang w:eastAsia="cs-CZ"/>
        </w:rPr>
        <w:t xml:space="preserve">R015111.90 </w:t>
      </w:r>
      <w:r w:rsidRPr="009224CB">
        <w:rPr>
          <w:bCs/>
          <w:lang w:eastAsia="cs-CZ"/>
        </w:rPr>
        <w:t xml:space="preserve">s názvem </w:t>
      </w:r>
      <w:r w:rsidRPr="009224CB">
        <w:rPr>
          <w:bCs/>
        </w:rPr>
        <w:t xml:space="preserve">„POPLATKY ZA LIKVIDACI ODPADŮ NEKONTAMINOVANÝCH - 17 05 04 VYTĚŽENÉ ZEMINY A HORNINY - I. TŘÍDA TĚŽITELNOSTI VČETNĚ DOPRAVY“, výměra </w:t>
      </w:r>
      <w:r w:rsidR="00FF441B" w:rsidRPr="009224CB">
        <w:rPr>
          <w:bCs/>
        </w:rPr>
        <w:t>45594 T</w:t>
      </w:r>
      <w:r w:rsidRPr="009224CB">
        <w:rPr>
          <w:bCs/>
        </w:rPr>
        <w:t xml:space="preserve">. </w:t>
      </w:r>
      <w:r w:rsidRPr="009224CB">
        <w:t>Dále byla upravena výměra v SO 90-90.</w:t>
      </w:r>
      <w:r w:rsidR="000F6D06" w:rsidRPr="009224CB">
        <w:t xml:space="preserve"> Viz příloha.</w:t>
      </w:r>
    </w:p>
    <w:p w:rsidR="001165DC" w:rsidRPr="009224CB" w:rsidRDefault="001165DC" w:rsidP="00F27C41">
      <w:pPr>
        <w:spacing w:after="0"/>
        <w:jc w:val="both"/>
        <w:rPr>
          <w:bCs/>
          <w:lang w:eastAsia="cs-CZ"/>
        </w:rPr>
      </w:pPr>
    </w:p>
    <w:p w:rsidR="001165DC" w:rsidRPr="009224CB" w:rsidRDefault="001165DC" w:rsidP="001165DC">
      <w:pPr>
        <w:spacing w:after="0"/>
        <w:jc w:val="both"/>
        <w:rPr>
          <w:bCs/>
          <w:lang w:eastAsia="cs-CZ"/>
        </w:rPr>
      </w:pPr>
      <w:r w:rsidRPr="009224CB">
        <w:rPr>
          <w:bCs/>
          <w:lang w:eastAsia="cs-CZ"/>
        </w:rPr>
        <w:t>V souvislosti s dotazem č.</w:t>
      </w:r>
      <w:r w:rsidR="000F6D06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184 a č.</w:t>
      </w:r>
      <w:r w:rsidR="000F6D06" w:rsidRPr="009224CB">
        <w:rPr>
          <w:bCs/>
          <w:lang w:eastAsia="cs-CZ"/>
        </w:rPr>
        <w:t xml:space="preserve"> </w:t>
      </w:r>
      <w:proofErr w:type="gramStart"/>
      <w:r w:rsidRPr="009224CB">
        <w:rPr>
          <w:bCs/>
          <w:lang w:eastAsia="cs-CZ"/>
        </w:rPr>
        <w:t>185  byla</w:t>
      </w:r>
      <w:proofErr w:type="gramEnd"/>
      <w:r w:rsidRPr="009224CB">
        <w:rPr>
          <w:bCs/>
          <w:lang w:eastAsia="cs-CZ"/>
        </w:rPr>
        <w:t xml:space="preserve"> opravena výměra položky č.</w:t>
      </w:r>
      <w:r w:rsidR="000F6D06" w:rsidRPr="009224CB">
        <w:rPr>
          <w:bCs/>
          <w:lang w:eastAsia="cs-CZ"/>
        </w:rPr>
        <w:t xml:space="preserve"> </w:t>
      </w:r>
      <w:r w:rsidR="00FF441B" w:rsidRPr="009224CB">
        <w:rPr>
          <w:bCs/>
          <w:lang w:eastAsia="cs-CZ"/>
        </w:rPr>
        <w:t>70</w:t>
      </w:r>
      <w:r w:rsidRPr="009224CB">
        <w:rPr>
          <w:bCs/>
          <w:lang w:eastAsia="cs-CZ"/>
        </w:rPr>
        <w:t xml:space="preserve">, kód položky </w:t>
      </w:r>
      <w:r w:rsidR="00FF441B" w:rsidRPr="009224CB">
        <w:rPr>
          <w:bCs/>
          <w:lang w:eastAsia="cs-CZ"/>
        </w:rPr>
        <w:t xml:space="preserve">R015513.90 </w:t>
      </w:r>
      <w:r w:rsidRPr="009224CB">
        <w:rPr>
          <w:bCs/>
          <w:lang w:eastAsia="cs-CZ"/>
        </w:rPr>
        <w:t xml:space="preserve">s názvem </w:t>
      </w:r>
      <w:r w:rsidRPr="009224CB">
        <w:rPr>
          <w:bCs/>
        </w:rPr>
        <w:t xml:space="preserve">„„POPLATKY ZA LIKVIDACI ODPADŮ NEKONTAMINOVANÝCH - 17 05 04 VYTĚŽENÉ ZEMINY A HORNINY - III. TŘÍDA TĚŽITELNOSTI VČETNĚ DOPRAVY“,  výměra </w:t>
      </w:r>
      <w:r w:rsidR="00FF441B" w:rsidRPr="009224CB">
        <w:rPr>
          <w:bCs/>
        </w:rPr>
        <w:t>5207.20 T</w:t>
      </w:r>
      <w:r w:rsidRPr="009224CB">
        <w:rPr>
          <w:bCs/>
        </w:rPr>
        <w:t xml:space="preserve">. </w:t>
      </w:r>
      <w:r w:rsidRPr="009224CB">
        <w:t>Dále byla upravena výměra v SO 90-90.</w:t>
      </w:r>
      <w:r w:rsidR="000F6D06" w:rsidRPr="009224CB">
        <w:t xml:space="preserve"> Viz příloha.</w:t>
      </w:r>
    </w:p>
    <w:p w:rsidR="001073F1" w:rsidRPr="009224CB" w:rsidRDefault="001073F1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073F1" w:rsidRPr="009224CB" w:rsidRDefault="001073F1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073F1" w:rsidRPr="009224CB" w:rsidRDefault="00093CF7" w:rsidP="00F27C41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186</w:t>
      </w:r>
      <w:r w:rsidR="001073F1" w:rsidRPr="009224CB">
        <w:rPr>
          <w:rFonts w:eastAsia="Calibri" w:cs="Times New Roman"/>
          <w:b/>
          <w:lang w:eastAsia="cs-CZ"/>
        </w:rPr>
        <w:t>:</w:t>
      </w:r>
    </w:p>
    <w:p w:rsidR="00992263" w:rsidRPr="009224CB" w:rsidRDefault="00992263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07-16-01 </w:t>
      </w:r>
      <w:proofErr w:type="spellStart"/>
      <w:r w:rsidRPr="009224CB">
        <w:rPr>
          <w:b/>
          <w:bCs/>
        </w:rPr>
        <w:t>Žst</w:t>
      </w:r>
      <w:proofErr w:type="spellEnd"/>
      <w:r w:rsidRPr="009224CB">
        <w:rPr>
          <w:b/>
          <w:bCs/>
        </w:rPr>
        <w:t>. Zastávka u Brna, železniční spodek</w:t>
      </w:r>
    </w:p>
    <w:p w:rsidR="00F27C41" w:rsidRPr="009224CB" w:rsidRDefault="00F27C41" w:rsidP="00F27C41">
      <w:pPr>
        <w:spacing w:after="0"/>
        <w:jc w:val="both"/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D.2.1.2.6.02.2</w:t>
      </w:r>
      <w:proofErr w:type="gramEnd"/>
      <w:r w:rsidRPr="009224CB">
        <w:rPr>
          <w:u w:val="single"/>
        </w:rPr>
        <w:t xml:space="preserve"> Výpočet kubatur žel. spodek</w:t>
      </w:r>
      <w:r w:rsidRPr="009224CB">
        <w:t xml:space="preserve"> jsme na stráně Výpočty výměr železničního spodku nalezli nesrovnalosti mezi touto stránkou a rozpočtem. V rozpočtu uvedená položka </w:t>
      </w:r>
      <w:r w:rsidRPr="009224CB">
        <w:rPr>
          <w:b/>
          <w:bCs/>
        </w:rPr>
        <w:t>č. 58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ROPNÝMI LÁTKAMI - BIODEGRADACE, VČETNĚ DOPRAVY </w:t>
      </w:r>
      <w:r w:rsidRPr="009224CB">
        <w:t xml:space="preserve">uvádí množství </w:t>
      </w:r>
      <w:r w:rsidRPr="009224CB">
        <w:rPr>
          <w:b/>
          <w:bCs/>
        </w:rPr>
        <w:t>11.827,00T,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D.2.1.2.6.02.2</w:t>
      </w:r>
      <w:proofErr w:type="gramEnd"/>
      <w:r w:rsidRPr="009224CB">
        <w:rPr>
          <w:u w:val="single"/>
        </w:rPr>
        <w:t xml:space="preserve"> Výpočet kubatur žel. spodek</w:t>
      </w:r>
      <w:r w:rsidRPr="009224CB">
        <w:t xml:space="preserve">, kde je pro zeminu TŘ I. Skládka - BIODEGRADACE Vypočteno množství </w:t>
      </w:r>
      <w:r w:rsidRPr="009224CB">
        <w:rPr>
          <w:b/>
          <w:bCs/>
        </w:rPr>
        <w:t>384T + 480T + 3916T = 4.780,00T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1073F1" w:rsidRPr="009224CB" w:rsidRDefault="001073F1" w:rsidP="00F27C41">
      <w:pPr>
        <w:spacing w:after="0"/>
        <w:jc w:val="both"/>
        <w:rPr>
          <w:rFonts w:eastAsia="Calibri" w:cs="Times New Roman"/>
          <w:b/>
          <w:lang w:eastAsia="cs-CZ"/>
        </w:rPr>
      </w:pPr>
    </w:p>
    <w:p w:rsidR="001165DC" w:rsidRPr="009224CB" w:rsidRDefault="001073F1" w:rsidP="001165DC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5E5B5D" w:rsidRPr="009224CB">
        <w:t>Po ověření zadavatelem platí hodnota z výpočtu kubatur v </w:t>
      </w:r>
      <w:proofErr w:type="gramStart"/>
      <w:r w:rsidR="005E5B5D" w:rsidRPr="009224CB">
        <w:t xml:space="preserve">příloze </w:t>
      </w:r>
      <w:r w:rsidR="001165DC" w:rsidRPr="009224CB">
        <w:t>D.2.1.2.6.02.2</w:t>
      </w:r>
      <w:proofErr w:type="gramEnd"/>
      <w:r w:rsidR="001165DC" w:rsidRPr="009224CB">
        <w:t>. B</w:t>
      </w:r>
      <w:r w:rsidR="001165DC" w:rsidRPr="009224CB">
        <w:rPr>
          <w:bCs/>
        </w:rPr>
        <w:t xml:space="preserve">yla upravena položka č. 58, kód položky </w:t>
      </w:r>
      <w:r w:rsidR="00FF441B" w:rsidRPr="009224CB">
        <w:rPr>
          <w:bCs/>
        </w:rPr>
        <w:t>R015512.90</w:t>
      </w:r>
      <w:r w:rsidR="001165DC" w:rsidRPr="009224CB">
        <w:rPr>
          <w:bCs/>
        </w:rPr>
        <w:t>, název položky „POPLATKY ZA LIKVIDACI ODPADŮ NEBEZPEČNÝCH - 17 05 03* ZEMINA Z KOLEJIŠTĚ (VÝHYBKY) LOKÁLNĚ ZNEČIŠTĚNÁ ROPNÝMI LÁTKAMI - BIODEGRADACE, VČETNĚ DOPRAVY“ změna kubatury na 4780 T</w:t>
      </w:r>
      <w:r w:rsidR="001165DC" w:rsidRPr="009224CB">
        <w:t>. Dále byla upravena výměra v SO 90-90.</w:t>
      </w:r>
      <w:r w:rsidR="005E5B5D" w:rsidRPr="009224CB">
        <w:t xml:space="preserve"> Viz příloha.</w:t>
      </w:r>
    </w:p>
    <w:p w:rsidR="001073F1" w:rsidRPr="009224CB" w:rsidRDefault="001073F1" w:rsidP="00F27C41">
      <w:pPr>
        <w:spacing w:after="0"/>
        <w:jc w:val="both"/>
        <w:rPr>
          <w:b/>
          <w:bCs/>
          <w:lang w:eastAsia="cs-CZ"/>
        </w:rPr>
      </w:pPr>
    </w:p>
    <w:p w:rsidR="005E5B5D" w:rsidRPr="009224CB" w:rsidRDefault="005E5B5D" w:rsidP="00F27C41">
      <w:pPr>
        <w:spacing w:after="0"/>
        <w:jc w:val="both"/>
        <w:rPr>
          <w:b/>
          <w:bCs/>
          <w:lang w:eastAsia="cs-CZ"/>
        </w:rPr>
      </w:pPr>
    </w:p>
    <w:p w:rsidR="005E5B5D" w:rsidRPr="009224CB" w:rsidRDefault="005E5B5D" w:rsidP="00F27C41">
      <w:pPr>
        <w:spacing w:after="0"/>
        <w:jc w:val="both"/>
        <w:rPr>
          <w:b/>
          <w:bCs/>
          <w:lang w:eastAsia="cs-CZ"/>
        </w:rPr>
      </w:pPr>
    </w:p>
    <w:p w:rsidR="005E5B5D" w:rsidRPr="009224CB" w:rsidRDefault="005E5B5D" w:rsidP="00F27C41">
      <w:pPr>
        <w:spacing w:after="0"/>
        <w:jc w:val="both"/>
        <w:rPr>
          <w:b/>
          <w:bCs/>
          <w:lang w:eastAsia="cs-CZ"/>
        </w:rPr>
      </w:pPr>
    </w:p>
    <w:p w:rsidR="005D75F2" w:rsidRPr="009224CB" w:rsidRDefault="005D75F2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713A2" w:rsidRPr="009224CB" w:rsidRDefault="00E713A2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92263" w:rsidRPr="009224CB" w:rsidRDefault="00093CF7" w:rsidP="00992263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187</w:t>
      </w:r>
      <w:r w:rsidR="00E713A2" w:rsidRPr="009224CB">
        <w:rPr>
          <w:rFonts w:eastAsia="Calibri" w:cs="Times New Roman"/>
          <w:b/>
          <w:lang w:eastAsia="cs-CZ"/>
        </w:rPr>
        <w:t>:</w:t>
      </w:r>
    </w:p>
    <w:p w:rsidR="00E713A2" w:rsidRPr="009224CB" w:rsidRDefault="00E713A2" w:rsidP="00F27C4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rPr>
          <w:b/>
          <w:bCs/>
        </w:rPr>
        <w:t xml:space="preserve">SO 07-16-01 </w:t>
      </w:r>
      <w:proofErr w:type="spellStart"/>
      <w:r w:rsidRPr="009224CB">
        <w:rPr>
          <w:b/>
          <w:bCs/>
        </w:rPr>
        <w:t>Žst</w:t>
      </w:r>
      <w:proofErr w:type="spellEnd"/>
      <w:r w:rsidRPr="009224CB">
        <w:rPr>
          <w:b/>
          <w:bCs/>
        </w:rPr>
        <w:t>. Zastávka u Brna, železniční spodek</w:t>
      </w:r>
    </w:p>
    <w:p w:rsidR="00F27C41" w:rsidRPr="009224CB" w:rsidRDefault="00F27C41" w:rsidP="00F27C41">
      <w:pPr>
        <w:spacing w:after="0"/>
        <w:jc w:val="both"/>
        <w:rPr>
          <w:b/>
          <w:bCs/>
        </w:rPr>
      </w:pPr>
      <w:r w:rsidRPr="009224CB">
        <w:t xml:space="preserve">Při porovnání poskytnutého </w:t>
      </w:r>
      <w:r w:rsidRPr="009224CB">
        <w:rPr>
          <w:u w:val="single"/>
        </w:rPr>
        <w:t>rozpočtu</w:t>
      </w:r>
      <w:r w:rsidRPr="009224CB">
        <w:t xml:space="preserve"> a přílohy </w:t>
      </w:r>
      <w:proofErr w:type="gramStart"/>
      <w:r w:rsidRPr="009224CB">
        <w:t xml:space="preserve">č. </w:t>
      </w:r>
      <w:r w:rsidRPr="009224CB">
        <w:rPr>
          <w:u w:val="single"/>
        </w:rPr>
        <w:t>D.2.1.2.6.02.2</w:t>
      </w:r>
      <w:proofErr w:type="gramEnd"/>
      <w:r w:rsidRPr="009224CB">
        <w:rPr>
          <w:u w:val="single"/>
        </w:rPr>
        <w:t xml:space="preserve"> Výpočet kubatur žel. spodek </w:t>
      </w:r>
      <w:r w:rsidRPr="009224CB">
        <w:t xml:space="preserve">jsme na stráně Výpočet množství odpadů nalezli nesrovnalosti mezi touto stránkou a rozpočtem. V rozpočtu uvedená položka </w:t>
      </w:r>
      <w:r w:rsidRPr="009224CB">
        <w:rPr>
          <w:b/>
          <w:bCs/>
        </w:rPr>
        <w:t>č. 73</w:t>
      </w:r>
      <w:r w:rsidRPr="009224CB">
        <w:t xml:space="preserve"> s názvem  </w:t>
      </w:r>
      <w:r w:rsidRPr="009224CB">
        <w:rPr>
          <w:b/>
          <w:bCs/>
        </w:rPr>
        <w:t xml:space="preserve">POPLATKY ZA LIKVIDACI ODPADŮ NEBEZPEČNÝCH - 17 05 03* ZEMINA Z KOLEJIŠTĚ (VÝHYBKY) LOKÁLNĚ ZNEČIŠTĚNÁ NEBEZPEČNÝMI LÁTKAMI (NAPŘ. As, </w:t>
      </w:r>
      <w:proofErr w:type="spellStart"/>
      <w:r w:rsidRPr="009224CB">
        <w:rPr>
          <w:b/>
          <w:bCs/>
        </w:rPr>
        <w:t>Pb</w:t>
      </w:r>
      <w:proofErr w:type="spellEnd"/>
      <w:r w:rsidRPr="009224CB">
        <w:rPr>
          <w:b/>
          <w:bCs/>
        </w:rPr>
        <w:t xml:space="preserve">) - SKLÁDKA S-NO, VČETNĚ DOPRAVY </w:t>
      </w:r>
      <w:r w:rsidRPr="009224CB">
        <w:t xml:space="preserve">uvádí množství </w:t>
      </w:r>
      <w:r w:rsidRPr="009224CB">
        <w:rPr>
          <w:b/>
          <w:bCs/>
        </w:rPr>
        <w:t>4.917,00 T,</w:t>
      </w:r>
      <w:r w:rsidRPr="009224CB">
        <w:t xml:space="preserve"> což ovšem neodpovídá výpočtu pro tuto položku uvedeném na stránce výpočet odpadů v </w:t>
      </w:r>
      <w:proofErr w:type="gramStart"/>
      <w:r w:rsidRPr="009224CB">
        <w:t xml:space="preserve">příloze . </w:t>
      </w:r>
      <w:r w:rsidRPr="009224CB">
        <w:rPr>
          <w:u w:val="single"/>
        </w:rPr>
        <w:t>D.2.1.2.6.02.2</w:t>
      </w:r>
      <w:proofErr w:type="gramEnd"/>
      <w:r w:rsidRPr="009224CB">
        <w:rPr>
          <w:u w:val="single"/>
        </w:rPr>
        <w:t xml:space="preserve"> Výpočet kubatur žel. spodek</w:t>
      </w:r>
      <w:r w:rsidRPr="009224CB">
        <w:t xml:space="preserve">, kde je pro zeminu TŘ I . Skládka – S-NO Vypočteno množství </w:t>
      </w:r>
      <w:r w:rsidRPr="009224CB">
        <w:rPr>
          <w:b/>
          <w:bCs/>
        </w:rPr>
        <w:t>96T + 120T + 1305T = 1.521,00T</w:t>
      </w:r>
      <w:r w:rsidRPr="009224CB">
        <w:t>. Může zadavatel vysvětlit, která hodnota platí a případně sjednotit tyto dvě přílohy? A dále provést úpravu celkového množství uvedeného v </w:t>
      </w:r>
      <w:r w:rsidRPr="009224CB">
        <w:rPr>
          <w:b/>
          <w:bCs/>
        </w:rPr>
        <w:t>SO 90-90?</w:t>
      </w:r>
    </w:p>
    <w:p w:rsidR="00E713A2" w:rsidRPr="009224CB" w:rsidRDefault="00E713A2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165DC" w:rsidRPr="009224CB" w:rsidRDefault="00E713A2" w:rsidP="001165DC">
      <w:pPr>
        <w:spacing w:after="0"/>
        <w:jc w:val="both"/>
        <w:rPr>
          <w:b/>
          <w:bCs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5E5B5D" w:rsidRPr="009224CB">
        <w:t>Po ověření zadavatelem byla z</w:t>
      </w:r>
      <w:r w:rsidR="00B65DA7" w:rsidRPr="009224CB">
        <w:t>řejmě myšlena položka č.</w:t>
      </w:r>
      <w:r w:rsidR="005E5B5D" w:rsidRPr="009224CB">
        <w:t xml:space="preserve"> </w:t>
      </w:r>
      <w:r w:rsidR="00B65DA7" w:rsidRPr="009224CB">
        <w:t xml:space="preserve">59. </w:t>
      </w:r>
      <w:r w:rsidR="001165DC" w:rsidRPr="009224CB">
        <w:t xml:space="preserve">Platí hodnota z výpočtu kubatur </w:t>
      </w:r>
      <w:r w:rsidR="005E5B5D" w:rsidRPr="009224CB">
        <w:t xml:space="preserve">v </w:t>
      </w:r>
      <w:proofErr w:type="gramStart"/>
      <w:r w:rsidR="001165DC" w:rsidRPr="009224CB">
        <w:t>přílo</w:t>
      </w:r>
      <w:r w:rsidR="005E5B5D" w:rsidRPr="009224CB">
        <w:t>ze</w:t>
      </w:r>
      <w:r w:rsidR="001165DC" w:rsidRPr="009224CB">
        <w:t xml:space="preserve"> D.2.1.2.6.02.2</w:t>
      </w:r>
      <w:proofErr w:type="gramEnd"/>
      <w:r w:rsidR="001165DC" w:rsidRPr="009224CB">
        <w:t>. B</w:t>
      </w:r>
      <w:r w:rsidR="001165DC" w:rsidRPr="009224CB">
        <w:rPr>
          <w:bCs/>
        </w:rPr>
        <w:t xml:space="preserve">yla upravena položka č. </w:t>
      </w:r>
      <w:r w:rsidR="00B65DA7" w:rsidRPr="009224CB">
        <w:rPr>
          <w:bCs/>
        </w:rPr>
        <w:t>59</w:t>
      </w:r>
      <w:r w:rsidR="001165DC" w:rsidRPr="009224CB">
        <w:rPr>
          <w:bCs/>
        </w:rPr>
        <w:t xml:space="preserve">, kód položky </w:t>
      </w:r>
      <w:r w:rsidR="00FF441B" w:rsidRPr="009224CB">
        <w:rPr>
          <w:bCs/>
        </w:rPr>
        <w:t>R015513.90</w:t>
      </w:r>
      <w:r w:rsidR="001165DC" w:rsidRPr="009224CB">
        <w:rPr>
          <w:bCs/>
        </w:rPr>
        <w:t xml:space="preserve">, název položky „POPLATKY ZA LIKVIDACI ODPADŮ NEBEZPEČNÝCH - 17 05 03* ZEMINA Z KOLEJIŠTĚ (VÝHYBKY) LOKÁLNĚ ZNEČIŠTĚNÁ NEBEZPEČNÝMI LÁTKAMI (NAPŘ. As, </w:t>
      </w:r>
      <w:proofErr w:type="spellStart"/>
      <w:r w:rsidR="001165DC" w:rsidRPr="009224CB">
        <w:rPr>
          <w:bCs/>
        </w:rPr>
        <w:t>Pb</w:t>
      </w:r>
      <w:proofErr w:type="spellEnd"/>
      <w:r w:rsidR="001165DC" w:rsidRPr="009224CB">
        <w:rPr>
          <w:bCs/>
        </w:rPr>
        <w:t>) - SKLÁDKA S-NO, VČETNĚ DOPRAVY“ změna kubatury na 1521 T</w:t>
      </w:r>
      <w:r w:rsidR="001165DC" w:rsidRPr="009224CB">
        <w:t>. Dále byla upravena výměra v SO 90-90.</w:t>
      </w:r>
      <w:r w:rsidR="005E5B5D" w:rsidRPr="009224CB">
        <w:t xml:space="preserve"> Viz příloha.</w:t>
      </w:r>
    </w:p>
    <w:p w:rsidR="001165DC" w:rsidRPr="009224CB" w:rsidRDefault="001165DC" w:rsidP="001165DC">
      <w:pPr>
        <w:spacing w:after="0"/>
        <w:jc w:val="both"/>
        <w:rPr>
          <w:b/>
          <w:bCs/>
          <w:lang w:eastAsia="cs-CZ"/>
        </w:rPr>
      </w:pPr>
    </w:p>
    <w:p w:rsidR="001165DC" w:rsidRPr="009224CB" w:rsidRDefault="001165DC" w:rsidP="001165DC">
      <w:pPr>
        <w:spacing w:after="0"/>
        <w:jc w:val="both"/>
        <w:rPr>
          <w:bCs/>
          <w:lang w:eastAsia="cs-CZ"/>
        </w:rPr>
      </w:pPr>
      <w:r w:rsidRPr="009224CB">
        <w:rPr>
          <w:bCs/>
          <w:lang w:eastAsia="cs-CZ"/>
        </w:rPr>
        <w:t>V souvislosti s dotazem č.</w:t>
      </w:r>
      <w:r w:rsidR="005E5B5D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186 a č.</w:t>
      </w:r>
      <w:r w:rsidR="005E5B5D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187 byla opravena výměra položky č.</w:t>
      </w:r>
      <w:r w:rsidR="005E5B5D" w:rsidRPr="009224CB">
        <w:rPr>
          <w:bCs/>
          <w:lang w:eastAsia="cs-CZ"/>
        </w:rPr>
        <w:t xml:space="preserve"> </w:t>
      </w:r>
      <w:r w:rsidR="007F51B5" w:rsidRPr="009224CB">
        <w:rPr>
          <w:bCs/>
          <w:lang w:eastAsia="cs-CZ"/>
        </w:rPr>
        <w:t>54</w:t>
      </w:r>
      <w:r w:rsidRPr="009224CB">
        <w:rPr>
          <w:bCs/>
          <w:lang w:eastAsia="cs-CZ"/>
        </w:rPr>
        <w:t xml:space="preserve">, kód položky </w:t>
      </w:r>
      <w:r w:rsidR="007F51B5" w:rsidRPr="009224CB">
        <w:rPr>
          <w:bCs/>
          <w:lang w:eastAsia="cs-CZ"/>
        </w:rPr>
        <w:t xml:space="preserve">R015111.90 </w:t>
      </w:r>
      <w:r w:rsidRPr="009224CB">
        <w:rPr>
          <w:bCs/>
          <w:lang w:eastAsia="cs-CZ"/>
        </w:rPr>
        <w:t xml:space="preserve">s názvem </w:t>
      </w:r>
      <w:r w:rsidRPr="009224CB">
        <w:rPr>
          <w:bCs/>
        </w:rPr>
        <w:t xml:space="preserve">„POPLATKY ZA LIKVIDACI ODPADŮ NEKONTAMINOVANÝCH - 17 05 04 VYTĚŽENÉ ZEMINY A HORNINY - I. TŘÍDA TĚŽITELNOSTI VČETNĚ DOPRAVY“, výměra </w:t>
      </w:r>
      <w:r w:rsidR="00B65DA7" w:rsidRPr="009224CB">
        <w:rPr>
          <w:bCs/>
        </w:rPr>
        <w:t>20886 T</w:t>
      </w:r>
      <w:r w:rsidRPr="009224CB">
        <w:rPr>
          <w:bCs/>
        </w:rPr>
        <w:t xml:space="preserve">. </w:t>
      </w:r>
      <w:r w:rsidRPr="009224CB">
        <w:t>Dále byla upravena výměra v SO 90-90.</w:t>
      </w:r>
      <w:r w:rsidR="005E5B5D" w:rsidRPr="009224CB">
        <w:t xml:space="preserve"> Viz příloha.</w:t>
      </w:r>
    </w:p>
    <w:p w:rsidR="001165DC" w:rsidRPr="009224CB" w:rsidRDefault="001165DC" w:rsidP="001165DC">
      <w:pPr>
        <w:spacing w:after="0"/>
        <w:jc w:val="both"/>
        <w:rPr>
          <w:b/>
          <w:bCs/>
          <w:lang w:eastAsia="cs-CZ"/>
        </w:rPr>
      </w:pPr>
    </w:p>
    <w:p w:rsidR="007F51B5" w:rsidRPr="009224CB" w:rsidRDefault="007F51B5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F51B5" w:rsidRPr="009224CB" w:rsidRDefault="007F51B5" w:rsidP="007F51B5">
      <w:pPr>
        <w:spacing w:after="0"/>
        <w:jc w:val="both"/>
        <w:rPr>
          <w:bCs/>
          <w:lang w:eastAsia="cs-CZ"/>
        </w:rPr>
      </w:pPr>
      <w:r w:rsidRPr="009224CB">
        <w:rPr>
          <w:bCs/>
          <w:lang w:eastAsia="cs-CZ"/>
        </w:rPr>
        <w:t>V souvislosti s dotazy č.</w:t>
      </w:r>
      <w:r w:rsidR="005E5B5D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178 až 187 byly opraven</w:t>
      </w:r>
      <w:r w:rsidR="005E5B5D" w:rsidRPr="009224CB">
        <w:rPr>
          <w:bCs/>
          <w:lang w:eastAsia="cs-CZ"/>
        </w:rPr>
        <w:t>y</w:t>
      </w:r>
      <w:r w:rsidRPr="009224CB">
        <w:rPr>
          <w:bCs/>
          <w:lang w:eastAsia="cs-CZ"/>
        </w:rPr>
        <w:t xml:space="preserve"> výměr</w:t>
      </w:r>
      <w:r w:rsidR="005E5B5D" w:rsidRPr="009224CB">
        <w:rPr>
          <w:bCs/>
          <w:lang w:eastAsia="cs-CZ"/>
        </w:rPr>
        <w:t>y</w:t>
      </w:r>
      <w:r w:rsidRPr="009224CB">
        <w:rPr>
          <w:bCs/>
          <w:lang w:eastAsia="cs-CZ"/>
        </w:rPr>
        <w:t xml:space="preserve"> položek v SO 90-90 následovně:</w:t>
      </w:r>
    </w:p>
    <w:p w:rsidR="007F51B5" w:rsidRPr="009224CB" w:rsidRDefault="007F51B5" w:rsidP="007F51B5">
      <w:pPr>
        <w:spacing w:after="0"/>
        <w:jc w:val="both"/>
        <w:rPr>
          <w:bCs/>
          <w:lang w:eastAsia="cs-CZ"/>
        </w:rPr>
      </w:pPr>
    </w:p>
    <w:p w:rsidR="007F51B5" w:rsidRPr="009224CB" w:rsidRDefault="00D25857" w:rsidP="007F51B5">
      <w:pPr>
        <w:spacing w:after="0"/>
        <w:jc w:val="both"/>
        <w:rPr>
          <w:bCs/>
        </w:rPr>
      </w:pPr>
      <w:r w:rsidRPr="009224CB">
        <w:rPr>
          <w:bCs/>
          <w:lang w:eastAsia="cs-CZ"/>
        </w:rPr>
        <w:t>Upravena položka č.</w:t>
      </w:r>
      <w:r w:rsidR="005E5B5D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1</w:t>
      </w:r>
      <w:r w:rsidR="007F51B5" w:rsidRPr="009224CB">
        <w:rPr>
          <w:bCs/>
          <w:lang w:eastAsia="cs-CZ"/>
        </w:rPr>
        <w:t xml:space="preserve">, kód položky R015111.90 s názvem </w:t>
      </w:r>
      <w:r w:rsidR="007F51B5" w:rsidRPr="009224CB">
        <w:rPr>
          <w:bCs/>
        </w:rPr>
        <w:t xml:space="preserve">„POPLATKY ZA LIKVIDACI ODPADŮ NEKONTAMINOVANÝCH - 17 05 04 VYTĚŽENÉ ZEMINY A HORNINY - I. TŘÍDA TĚŽITELNOSTI VČETNĚ DOPRAVY“, výměra </w:t>
      </w:r>
      <w:r w:rsidR="00B65DA7" w:rsidRPr="009224CB">
        <w:rPr>
          <w:bCs/>
        </w:rPr>
        <w:t>222661,6</w:t>
      </w:r>
      <w:r w:rsidR="003115F3" w:rsidRPr="009224CB">
        <w:rPr>
          <w:bCs/>
        </w:rPr>
        <w:t>3</w:t>
      </w:r>
      <w:r w:rsidR="00B65DA7" w:rsidRPr="009224CB">
        <w:rPr>
          <w:bCs/>
        </w:rPr>
        <w:t>6</w:t>
      </w:r>
      <w:r w:rsidR="007F51B5" w:rsidRPr="009224CB">
        <w:rPr>
          <w:bCs/>
        </w:rPr>
        <w:t xml:space="preserve"> T.</w:t>
      </w:r>
    </w:p>
    <w:p w:rsidR="007F51B5" w:rsidRPr="009224CB" w:rsidRDefault="007F51B5" w:rsidP="007F51B5">
      <w:pPr>
        <w:spacing w:after="0"/>
        <w:jc w:val="both"/>
        <w:rPr>
          <w:bCs/>
        </w:rPr>
      </w:pPr>
    </w:p>
    <w:p w:rsidR="007F51B5" w:rsidRPr="009224CB" w:rsidRDefault="00D25857" w:rsidP="007F51B5">
      <w:pPr>
        <w:spacing w:after="0"/>
        <w:jc w:val="both"/>
        <w:rPr>
          <w:bCs/>
        </w:rPr>
      </w:pPr>
      <w:r w:rsidRPr="009224CB">
        <w:rPr>
          <w:bCs/>
          <w:lang w:eastAsia="cs-CZ"/>
        </w:rPr>
        <w:t>Upravena položka č.</w:t>
      </w:r>
      <w:r w:rsidR="005E5B5D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2</w:t>
      </w:r>
      <w:r w:rsidR="007F51B5" w:rsidRPr="009224CB">
        <w:rPr>
          <w:bCs/>
          <w:lang w:eastAsia="cs-CZ"/>
        </w:rPr>
        <w:t xml:space="preserve">, kód položky R015112.90 s názvem </w:t>
      </w:r>
      <w:r w:rsidR="007F51B5" w:rsidRPr="009224CB">
        <w:rPr>
          <w:bCs/>
        </w:rPr>
        <w:t xml:space="preserve">„POPLATKY ZA LIKVIDACI ODPADŮ NEKONTAMINOVANÝCH - 17 05 04 VYTĚŽENÉ ZEMINY A HORNINY - II. TŘÍDA TĚŽITELNOSTI VČETNĚ DOPRAVY“, výměra </w:t>
      </w:r>
      <w:r w:rsidR="00B65DA7" w:rsidRPr="009224CB">
        <w:rPr>
          <w:bCs/>
        </w:rPr>
        <w:t>12472,781</w:t>
      </w:r>
      <w:r w:rsidR="007F51B5" w:rsidRPr="009224CB">
        <w:rPr>
          <w:bCs/>
        </w:rPr>
        <w:t xml:space="preserve"> T.</w:t>
      </w:r>
    </w:p>
    <w:p w:rsidR="007F51B5" w:rsidRPr="009224CB" w:rsidRDefault="007F51B5" w:rsidP="007F51B5">
      <w:pPr>
        <w:spacing w:after="0"/>
        <w:jc w:val="both"/>
        <w:rPr>
          <w:bCs/>
        </w:rPr>
      </w:pPr>
    </w:p>
    <w:p w:rsidR="007F51B5" w:rsidRPr="009224CB" w:rsidRDefault="00D25857" w:rsidP="007F51B5">
      <w:pPr>
        <w:spacing w:after="0"/>
        <w:jc w:val="both"/>
        <w:rPr>
          <w:bCs/>
        </w:rPr>
      </w:pPr>
      <w:r w:rsidRPr="009224CB">
        <w:rPr>
          <w:bCs/>
          <w:lang w:eastAsia="cs-CZ"/>
        </w:rPr>
        <w:t>Upravena položka č.</w:t>
      </w:r>
      <w:r w:rsidR="005E5B5D" w:rsidRPr="009224CB">
        <w:rPr>
          <w:bCs/>
          <w:lang w:eastAsia="cs-CZ"/>
        </w:rPr>
        <w:t xml:space="preserve"> </w:t>
      </w:r>
      <w:r w:rsidRPr="009224CB">
        <w:rPr>
          <w:bCs/>
          <w:lang w:eastAsia="cs-CZ"/>
        </w:rPr>
        <w:t>3</w:t>
      </w:r>
      <w:r w:rsidR="007F51B5" w:rsidRPr="009224CB">
        <w:rPr>
          <w:bCs/>
          <w:lang w:eastAsia="cs-CZ"/>
        </w:rPr>
        <w:t xml:space="preserve">, kód položky R015513.90 s názvem </w:t>
      </w:r>
      <w:r w:rsidR="007F51B5" w:rsidRPr="009224CB">
        <w:rPr>
          <w:bCs/>
        </w:rPr>
        <w:t xml:space="preserve">„„POPLATKY ZA LIKVIDACI ODPADŮ NEKONTAMINOVANÝCH - 17 05 04 VYTĚŽENÉ ZEMINY A HORNINY - III. TŘÍDA TĚŽITELNOSTI VČETNĚ </w:t>
      </w:r>
      <w:proofErr w:type="gramStart"/>
      <w:r w:rsidR="007F51B5" w:rsidRPr="009224CB">
        <w:rPr>
          <w:bCs/>
        </w:rPr>
        <w:t>DOPRAVY“,  výměra</w:t>
      </w:r>
      <w:proofErr w:type="gramEnd"/>
      <w:r w:rsidR="007F51B5" w:rsidRPr="009224CB">
        <w:rPr>
          <w:bCs/>
        </w:rPr>
        <w:t xml:space="preserve"> </w:t>
      </w:r>
      <w:r w:rsidR="00B65DA7" w:rsidRPr="009224CB">
        <w:rPr>
          <w:bCs/>
        </w:rPr>
        <w:t>106550,695</w:t>
      </w:r>
      <w:r w:rsidR="007F51B5" w:rsidRPr="009224CB">
        <w:rPr>
          <w:bCs/>
        </w:rPr>
        <w:t xml:space="preserve"> T.</w:t>
      </w:r>
    </w:p>
    <w:p w:rsidR="007F51B5" w:rsidRPr="009224CB" w:rsidRDefault="007F51B5" w:rsidP="00F27C41">
      <w:pPr>
        <w:spacing w:after="0" w:line="240" w:lineRule="auto"/>
        <w:rPr>
          <w:rFonts w:eastAsia="Times New Roman" w:cs="Times New Roman"/>
          <w:lang w:eastAsia="cs-CZ"/>
        </w:rPr>
      </w:pPr>
    </w:p>
    <w:p w:rsidR="007F51B5" w:rsidRPr="009224CB" w:rsidRDefault="006C1273" w:rsidP="00F27C41">
      <w:pPr>
        <w:spacing w:after="0" w:line="240" w:lineRule="auto"/>
        <w:rPr>
          <w:rFonts w:eastAsia="Times New Roman" w:cs="Times New Roman"/>
          <w:lang w:eastAsia="cs-CZ"/>
        </w:rPr>
      </w:pPr>
      <w:r w:rsidRPr="009224CB">
        <w:rPr>
          <w:bCs/>
        </w:rPr>
        <w:t>Upravena položka č. 21</w:t>
      </w:r>
      <w:r w:rsidR="007F51B5" w:rsidRPr="009224CB">
        <w:rPr>
          <w:bCs/>
        </w:rPr>
        <w:t xml:space="preserve">, kód položky R015512.90, název položky „POPLATKY ZA LIKVIDACI ODPADŮ NEBEZPEČNÝCH - 17 05 03* ZEMINA Z KOLEJIŠTĚ (VÝHYBKY) LOKÁLNĚ ZNEČIŠTĚNÁ ROPNÝMI LÁTKAMI - BIODEGRADACE, VČETNĚ DOPRAVY“ změna kubatury na </w:t>
      </w:r>
      <w:r w:rsidR="00B65DA7" w:rsidRPr="009224CB">
        <w:rPr>
          <w:bCs/>
        </w:rPr>
        <w:t>20497,154</w:t>
      </w:r>
      <w:r w:rsidR="007F51B5" w:rsidRPr="009224CB">
        <w:rPr>
          <w:bCs/>
        </w:rPr>
        <w:t xml:space="preserve"> T</w:t>
      </w:r>
      <w:r w:rsidR="007F51B5" w:rsidRPr="009224CB">
        <w:t>.</w:t>
      </w:r>
    </w:p>
    <w:p w:rsidR="007F51B5" w:rsidRPr="009224CB" w:rsidRDefault="007F51B5" w:rsidP="00F27C41">
      <w:pPr>
        <w:spacing w:after="0" w:line="240" w:lineRule="auto"/>
        <w:rPr>
          <w:rFonts w:eastAsia="Times New Roman" w:cs="Times New Roman"/>
          <w:lang w:eastAsia="cs-CZ"/>
        </w:rPr>
      </w:pPr>
    </w:p>
    <w:p w:rsidR="007F51B5" w:rsidRPr="009224CB" w:rsidRDefault="007F51B5" w:rsidP="00F27C41">
      <w:pPr>
        <w:spacing w:after="0" w:line="240" w:lineRule="auto"/>
        <w:rPr>
          <w:rFonts w:eastAsia="Times New Roman" w:cs="Times New Roman"/>
          <w:lang w:eastAsia="cs-CZ"/>
        </w:rPr>
      </w:pPr>
      <w:r w:rsidRPr="009224CB">
        <w:t>B</w:t>
      </w:r>
      <w:r w:rsidR="006C1273" w:rsidRPr="009224CB">
        <w:rPr>
          <w:bCs/>
        </w:rPr>
        <w:t>yla upravena položka č. 22</w:t>
      </w:r>
      <w:r w:rsidRPr="009224CB">
        <w:rPr>
          <w:bCs/>
        </w:rPr>
        <w:t xml:space="preserve">, kód položky R015513.90, název položky „POPLATKY ZA LIKVIDACI ODPADŮ NEBEZPEČNÝCH - 17 05 03* ZEMINA Z KOLEJIŠTĚ (VÝHYBKY) LOKÁLNĚ ZNEČIŠTĚNÁ NEBEZPEČNÝMI LÁTKAMI (NAPŘ. As, </w:t>
      </w:r>
      <w:proofErr w:type="spellStart"/>
      <w:r w:rsidRPr="009224CB">
        <w:rPr>
          <w:bCs/>
        </w:rPr>
        <w:t>Pb</w:t>
      </w:r>
      <w:proofErr w:type="spellEnd"/>
      <w:r w:rsidRPr="009224CB">
        <w:rPr>
          <w:bCs/>
        </w:rPr>
        <w:t xml:space="preserve">) - SKLÁDKA S-NO, VČETNĚ DOPRAVY“ změna kubatury na </w:t>
      </w:r>
      <w:r w:rsidR="00B65DA7" w:rsidRPr="009224CB">
        <w:rPr>
          <w:bCs/>
        </w:rPr>
        <w:t>11487,738</w:t>
      </w:r>
      <w:r w:rsidRPr="009224CB">
        <w:rPr>
          <w:bCs/>
        </w:rPr>
        <w:t xml:space="preserve"> T</w:t>
      </w:r>
      <w:r w:rsidRPr="009224CB">
        <w:t>.</w:t>
      </w:r>
    </w:p>
    <w:p w:rsidR="007F51B5" w:rsidRPr="009224CB" w:rsidRDefault="007F51B5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F51B5" w:rsidRPr="009224CB" w:rsidRDefault="007F51B5" w:rsidP="00F27C4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83590" w:rsidRPr="009224CB" w:rsidRDefault="00883590" w:rsidP="00883590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188:</w:t>
      </w:r>
    </w:p>
    <w:p w:rsidR="00883590" w:rsidRPr="009224CB" w:rsidRDefault="00883590" w:rsidP="00883590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9224CB">
        <w:rPr>
          <w:rFonts w:ascii="Tahoma" w:eastAsia="Times New Roman" w:hAnsi="Tahoma" w:cs="Tahoma"/>
          <w:b/>
          <w:sz w:val="19"/>
          <w:szCs w:val="19"/>
          <w:lang w:eastAsia="cs-CZ"/>
        </w:rPr>
        <w:t>PS 90-14-10 Doplnění dispečerského pracoviště</w:t>
      </w:r>
      <w:r w:rsidRPr="009224CB">
        <w:rPr>
          <w:rFonts w:ascii="Tahoma" w:eastAsia="Times New Roman" w:hAnsi="Tahoma" w:cs="Tahoma"/>
          <w:sz w:val="19"/>
          <w:szCs w:val="19"/>
          <w:lang w:eastAsia="cs-CZ"/>
        </w:rPr>
        <w:br/>
        <w:t xml:space="preserve">Ve výkazu výměr postrádáme položky pro dodávku/montáž instalačních trubek pro rozvod </w:t>
      </w:r>
      <w:r w:rsidRPr="009224CB">
        <w:rPr>
          <w:rFonts w:ascii="Tahoma" w:eastAsia="Times New Roman" w:hAnsi="Tahoma" w:cs="Tahoma"/>
          <w:sz w:val="19"/>
          <w:szCs w:val="19"/>
          <w:lang w:eastAsia="cs-CZ"/>
        </w:rPr>
        <w:lastRenderedPageBreak/>
        <w:t>strukturované kabeláže.</w:t>
      </w:r>
      <w:r w:rsidRPr="009224CB">
        <w:rPr>
          <w:rFonts w:ascii="Tahoma" w:eastAsia="Times New Roman" w:hAnsi="Tahoma" w:cs="Tahoma"/>
          <w:sz w:val="19"/>
          <w:szCs w:val="19"/>
          <w:lang w:eastAsia="cs-CZ"/>
        </w:rPr>
        <w:br/>
        <w:t>Žádáme zadavatele o doplnění výkazu výměr.</w:t>
      </w:r>
    </w:p>
    <w:p w:rsidR="00883590" w:rsidRPr="009224CB" w:rsidRDefault="00883590" w:rsidP="00883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E5B5D" w:rsidRPr="009224CB" w:rsidRDefault="005E5B5D" w:rsidP="00883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E5B5D" w:rsidRPr="009224CB" w:rsidRDefault="005E5B5D" w:rsidP="00883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83590" w:rsidRPr="009224CB" w:rsidRDefault="00883590" w:rsidP="00883590">
      <w:pPr>
        <w:spacing w:after="0"/>
        <w:jc w:val="both"/>
        <w:rPr>
          <w:rFonts w:eastAsia="Calibri" w:cs="Times New Roman"/>
          <w:i/>
          <w:lang w:eastAsia="cs-CZ"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5E5B5D" w:rsidRPr="009224CB">
        <w:rPr>
          <w:bCs/>
        </w:rPr>
        <w:t>Po ověření zadavatelem b</w:t>
      </w:r>
      <w:r w:rsidRPr="009224CB">
        <w:rPr>
          <w:bCs/>
        </w:rPr>
        <w:t>yla doplněna položka č.  39, kód položky 703413, ELEKTROINSTALAČNÍ TRUBKA PLASTOVÁ VČETNĚ UPEVNĚNÍ A PŘÍSLUŠENSTV</w:t>
      </w:r>
      <w:r w:rsidR="005E5B5D" w:rsidRPr="009224CB">
        <w:rPr>
          <w:bCs/>
        </w:rPr>
        <w:t>Í DN PRŮMĚRU PŘES 40 MM, 100 m. Viz příloha.</w:t>
      </w:r>
    </w:p>
    <w:p w:rsidR="00883590" w:rsidRPr="009224CB" w:rsidRDefault="00883590" w:rsidP="0088359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83590" w:rsidRPr="009224CB" w:rsidRDefault="00883590" w:rsidP="0088359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83590" w:rsidRPr="009224CB" w:rsidRDefault="00883590" w:rsidP="00883590">
      <w:pPr>
        <w:spacing w:after="0" w:line="240" w:lineRule="auto"/>
        <w:rPr>
          <w:rFonts w:eastAsia="Calibri" w:cs="Times New Roman"/>
          <w:b/>
          <w:lang w:eastAsia="cs-CZ"/>
        </w:rPr>
      </w:pPr>
      <w:r w:rsidRPr="009224CB">
        <w:rPr>
          <w:rFonts w:eastAsia="Calibri" w:cs="Times New Roman"/>
          <w:b/>
          <w:lang w:eastAsia="cs-CZ"/>
        </w:rPr>
        <w:t>Dotaz č. 189:</w:t>
      </w:r>
    </w:p>
    <w:p w:rsidR="00883590" w:rsidRPr="009224CB" w:rsidRDefault="00883590" w:rsidP="00883590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9224CB">
        <w:rPr>
          <w:rFonts w:ascii="Tahoma" w:eastAsia="Times New Roman" w:hAnsi="Tahoma" w:cs="Tahoma"/>
          <w:sz w:val="19"/>
          <w:szCs w:val="19"/>
          <w:u w:val="single"/>
          <w:lang w:eastAsia="cs-CZ"/>
        </w:rPr>
        <w:t xml:space="preserve">PS 05-14-09 </w:t>
      </w:r>
      <w:proofErr w:type="spellStart"/>
      <w:r w:rsidRPr="009224CB">
        <w:rPr>
          <w:rFonts w:ascii="Tahoma" w:eastAsia="Times New Roman" w:hAnsi="Tahoma" w:cs="Tahoma"/>
          <w:sz w:val="19"/>
          <w:szCs w:val="19"/>
          <w:u w:val="single"/>
          <w:lang w:eastAsia="cs-CZ"/>
        </w:rPr>
        <w:t>Žst</w:t>
      </w:r>
      <w:proofErr w:type="spellEnd"/>
      <w:r w:rsidRPr="009224CB">
        <w:rPr>
          <w:rFonts w:ascii="Tahoma" w:eastAsia="Times New Roman" w:hAnsi="Tahoma" w:cs="Tahoma"/>
          <w:sz w:val="19"/>
          <w:szCs w:val="19"/>
          <w:u w:val="single"/>
          <w:lang w:eastAsia="cs-CZ"/>
        </w:rPr>
        <w:t>. Tetčice, MRTS</w:t>
      </w:r>
      <w:r w:rsidRPr="009224CB">
        <w:rPr>
          <w:rFonts w:ascii="Tahoma" w:eastAsia="Times New Roman" w:hAnsi="Tahoma" w:cs="Tahoma"/>
          <w:sz w:val="19"/>
          <w:szCs w:val="19"/>
          <w:u w:val="single"/>
          <w:lang w:eastAsia="cs-CZ"/>
        </w:rPr>
        <w:br/>
        <w:t xml:space="preserve">PS 07-14-09 </w:t>
      </w:r>
      <w:proofErr w:type="spellStart"/>
      <w:r w:rsidRPr="009224CB">
        <w:rPr>
          <w:rFonts w:ascii="Tahoma" w:eastAsia="Times New Roman" w:hAnsi="Tahoma" w:cs="Tahoma"/>
          <w:sz w:val="19"/>
          <w:szCs w:val="19"/>
          <w:u w:val="single"/>
          <w:lang w:eastAsia="cs-CZ"/>
        </w:rPr>
        <w:t>Žst</w:t>
      </w:r>
      <w:proofErr w:type="spellEnd"/>
      <w:r w:rsidRPr="009224CB">
        <w:rPr>
          <w:rFonts w:ascii="Tahoma" w:eastAsia="Times New Roman" w:hAnsi="Tahoma" w:cs="Tahoma"/>
          <w:sz w:val="19"/>
          <w:szCs w:val="19"/>
          <w:u w:val="single"/>
          <w:lang w:eastAsia="cs-CZ"/>
        </w:rPr>
        <w:t>. Zastávka u Brna, MRTS</w:t>
      </w:r>
      <w:r w:rsidRPr="009224CB">
        <w:rPr>
          <w:rFonts w:ascii="Tahoma" w:eastAsia="Times New Roman" w:hAnsi="Tahoma" w:cs="Tahoma"/>
          <w:sz w:val="19"/>
          <w:szCs w:val="19"/>
          <w:lang w:eastAsia="cs-CZ"/>
        </w:rPr>
        <w:br/>
        <w:t>Výkazy výměr obsahují položky č. 13 (PS 05-14-09) a č. 24 (PS 07-14-09) – obě „MRS, ANTÉNNNÍ SOUSTAVA - MONTÁŽ“ v množství 4 ks a 5 ks.</w:t>
      </w:r>
      <w:r w:rsidRPr="009224CB">
        <w:rPr>
          <w:rFonts w:ascii="Tahoma" w:eastAsia="Times New Roman" w:hAnsi="Tahoma" w:cs="Tahoma"/>
          <w:sz w:val="19"/>
          <w:szCs w:val="19"/>
          <w:lang w:eastAsia="cs-CZ"/>
        </w:rPr>
        <w:br/>
        <w:t>Dle technické zprávy a položek pro dodávku (č. 10 - PS 05-14-09 a č. 21 - PS 07-14-09) se jedná vždy o 1 ks.</w:t>
      </w:r>
      <w:r w:rsidRPr="009224CB">
        <w:rPr>
          <w:rFonts w:ascii="Tahoma" w:eastAsia="Times New Roman" w:hAnsi="Tahoma" w:cs="Tahoma"/>
          <w:sz w:val="19"/>
          <w:szCs w:val="19"/>
          <w:lang w:eastAsia="cs-CZ"/>
        </w:rPr>
        <w:br/>
        <w:t>Žádáme zadavatele o opravu výkazu výměr.</w:t>
      </w:r>
    </w:p>
    <w:p w:rsidR="00883590" w:rsidRPr="009224CB" w:rsidRDefault="00883590" w:rsidP="00883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83590" w:rsidRPr="009224CB" w:rsidRDefault="00883590" w:rsidP="00883590">
      <w:pPr>
        <w:spacing w:after="0"/>
        <w:jc w:val="both"/>
        <w:rPr>
          <w:b/>
          <w:bCs/>
        </w:rPr>
      </w:pPr>
      <w:r w:rsidRPr="009224CB">
        <w:rPr>
          <w:rFonts w:eastAsia="Calibri" w:cs="Times New Roman"/>
          <w:b/>
          <w:lang w:eastAsia="cs-CZ"/>
        </w:rPr>
        <w:t xml:space="preserve">Odpověď: </w:t>
      </w:r>
      <w:r w:rsidRPr="009224CB">
        <w:rPr>
          <w:rFonts w:eastAsia="Calibri" w:cs="Times New Roman"/>
          <w:b/>
          <w:lang w:eastAsia="cs-CZ"/>
        </w:rPr>
        <w:br/>
      </w:r>
      <w:r w:rsidR="005E5B5D" w:rsidRPr="009224CB">
        <w:rPr>
          <w:bCs/>
        </w:rPr>
        <w:t>Po ověření zadavatelem se j</w:t>
      </w:r>
      <w:r w:rsidRPr="009224CB">
        <w:rPr>
          <w:bCs/>
        </w:rPr>
        <w:t xml:space="preserve">edná </w:t>
      </w:r>
      <w:r w:rsidR="005E5B5D" w:rsidRPr="009224CB">
        <w:rPr>
          <w:bCs/>
        </w:rPr>
        <w:t xml:space="preserve">o </w:t>
      </w:r>
      <w:r w:rsidRPr="009224CB">
        <w:rPr>
          <w:bCs/>
        </w:rPr>
        <w:t>překlep při zadávání v</w:t>
      </w:r>
      <w:r w:rsidR="005E5B5D" w:rsidRPr="009224CB">
        <w:rPr>
          <w:bCs/>
        </w:rPr>
        <w:t xml:space="preserve"> systému </w:t>
      </w:r>
      <w:r w:rsidRPr="009224CB">
        <w:rPr>
          <w:bCs/>
        </w:rPr>
        <w:t>ASPE.</w:t>
      </w:r>
      <w:r w:rsidR="005E5B5D" w:rsidRPr="009224CB">
        <w:rPr>
          <w:bCs/>
        </w:rPr>
        <w:t xml:space="preserve"> </w:t>
      </w:r>
      <w:r w:rsidRPr="009224CB">
        <w:rPr>
          <w:bCs/>
        </w:rPr>
        <w:t>Správné množství u PS 05-14-09 je 1ks, u PS 07-14-09 je 1</w:t>
      </w:r>
      <w:r w:rsidR="005E5B5D" w:rsidRPr="009224CB">
        <w:rPr>
          <w:bCs/>
        </w:rPr>
        <w:t xml:space="preserve"> </w:t>
      </w:r>
      <w:r w:rsidRPr="009224CB">
        <w:rPr>
          <w:bCs/>
        </w:rPr>
        <w:t>k</w:t>
      </w:r>
      <w:r w:rsidR="005E5B5D" w:rsidRPr="009224CB">
        <w:rPr>
          <w:bCs/>
        </w:rPr>
        <w:t>us</w:t>
      </w:r>
      <w:r w:rsidRPr="009224CB">
        <w:rPr>
          <w:bCs/>
        </w:rPr>
        <w:t>.</w:t>
      </w:r>
      <w:r w:rsidR="005E5B5D" w:rsidRPr="009224CB">
        <w:rPr>
          <w:bCs/>
        </w:rPr>
        <w:t xml:space="preserve"> Viz příloha.</w:t>
      </w:r>
    </w:p>
    <w:p w:rsidR="00883590" w:rsidRPr="009224CB" w:rsidRDefault="00883590" w:rsidP="00883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9224CB" w:rsidRDefault="00BD5319" w:rsidP="00466E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24C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224CB">
        <w:rPr>
          <w:rFonts w:eastAsia="Times New Roman" w:cs="Times New Roman"/>
          <w:b/>
          <w:lang w:eastAsia="cs-CZ"/>
        </w:rPr>
        <w:t>změny/doplnění zadávací dokumentace</w:t>
      </w:r>
      <w:r w:rsidRPr="009224C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9224CB">
        <w:rPr>
          <w:rFonts w:eastAsia="Times New Roman" w:cs="Times New Roman"/>
          <w:lang w:eastAsia="cs-CZ"/>
        </w:rPr>
        <w:t>ust</w:t>
      </w:r>
      <w:proofErr w:type="spellEnd"/>
      <w:r w:rsidRPr="009224CB">
        <w:rPr>
          <w:rFonts w:eastAsia="Times New Roman" w:cs="Times New Roman"/>
          <w:lang w:eastAsia="cs-CZ"/>
        </w:rPr>
        <w:t>. § 99 odst. 2 ZZVZ a prodlužuje lhůtu pro podání nabídek</w:t>
      </w:r>
      <w:r w:rsidR="004E740A" w:rsidRPr="009224CB">
        <w:rPr>
          <w:rFonts w:eastAsia="Times New Roman" w:cs="Times New Roman"/>
          <w:lang w:eastAsia="cs-CZ"/>
        </w:rPr>
        <w:t xml:space="preserve"> o 1 pracovní den ze dne </w:t>
      </w:r>
      <w:r w:rsidR="00466EA8" w:rsidRPr="009224CB">
        <w:rPr>
          <w:rFonts w:eastAsia="Times New Roman" w:cs="Times New Roman"/>
          <w:b/>
          <w:lang w:eastAsia="cs-CZ"/>
        </w:rPr>
        <w:t>29</w:t>
      </w:r>
      <w:r w:rsidR="004E740A" w:rsidRPr="009224CB">
        <w:rPr>
          <w:rFonts w:eastAsia="Times New Roman" w:cs="Times New Roman"/>
          <w:b/>
          <w:lang w:eastAsia="cs-CZ"/>
        </w:rPr>
        <w:t>. 7. 2021</w:t>
      </w:r>
      <w:r w:rsidRPr="009224CB">
        <w:rPr>
          <w:rFonts w:eastAsia="Times New Roman" w:cs="Times New Roman"/>
          <w:lang w:eastAsia="cs-CZ"/>
        </w:rPr>
        <w:t xml:space="preserve"> na den </w:t>
      </w:r>
      <w:r w:rsidR="00466EA8" w:rsidRPr="009224CB">
        <w:rPr>
          <w:rFonts w:eastAsia="Times New Roman" w:cs="Times New Roman"/>
          <w:b/>
          <w:lang w:eastAsia="cs-CZ"/>
        </w:rPr>
        <w:t>30</w:t>
      </w:r>
      <w:r w:rsidR="004E740A" w:rsidRPr="009224CB">
        <w:rPr>
          <w:rFonts w:eastAsia="Times New Roman" w:cs="Times New Roman"/>
          <w:b/>
          <w:lang w:eastAsia="cs-CZ"/>
        </w:rPr>
        <w:t>. 7. 2021</w:t>
      </w:r>
      <w:r w:rsidRPr="009224CB">
        <w:rPr>
          <w:rFonts w:eastAsia="Times New Roman" w:cs="Times New Roman"/>
          <w:lang w:eastAsia="cs-CZ"/>
        </w:rPr>
        <w:t>.</w:t>
      </w:r>
    </w:p>
    <w:p w:rsidR="00BD5319" w:rsidRPr="009224CB" w:rsidRDefault="00BD5319" w:rsidP="00466E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BD5319" w:rsidRPr="009224CB" w:rsidRDefault="00BD5319" w:rsidP="00466E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24C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9224CB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9224CB">
        <w:rPr>
          <w:rFonts w:eastAsia="Times New Roman" w:cs="Times New Roman"/>
          <w:lang w:eastAsia="cs-CZ"/>
        </w:rPr>
        <w:t xml:space="preserve"> (evidenční č. VZ </w:t>
      </w:r>
      <w:r w:rsidR="006B522C" w:rsidRPr="009224CB">
        <w:rPr>
          <w:rFonts w:eastAsia="Times New Roman" w:cs="Times New Roman"/>
          <w:lang w:eastAsia="cs-CZ"/>
        </w:rPr>
        <w:t>Z2021-021724</w:t>
      </w:r>
      <w:r w:rsidRPr="009224CB">
        <w:rPr>
          <w:rFonts w:eastAsia="Times New Roman" w:cs="Times New Roman"/>
          <w:lang w:eastAsia="cs-CZ"/>
        </w:rPr>
        <w:t>). Změny se týkají těchto ustanovení:</w:t>
      </w:r>
    </w:p>
    <w:p w:rsidR="00BD5319" w:rsidRPr="009224C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9224C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4CB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9224C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4CB">
        <w:rPr>
          <w:rFonts w:eastAsia="Times New Roman" w:cs="Times New Roman"/>
          <w:lang w:eastAsia="cs-CZ"/>
        </w:rPr>
        <w:t xml:space="preserve">rušíme datum </w:t>
      </w:r>
      <w:r w:rsidR="004E740A" w:rsidRPr="009224CB">
        <w:rPr>
          <w:rFonts w:eastAsia="Times New Roman" w:cs="Times New Roman"/>
          <w:lang w:eastAsia="cs-CZ"/>
        </w:rPr>
        <w:t>19. 7.2021 v 9</w:t>
      </w:r>
      <w:r w:rsidRPr="009224CB">
        <w:rPr>
          <w:rFonts w:eastAsia="Times New Roman" w:cs="Times New Roman"/>
          <w:lang w:eastAsia="cs-CZ"/>
        </w:rPr>
        <w:t>:</w:t>
      </w:r>
      <w:r w:rsidR="004E740A" w:rsidRPr="009224CB">
        <w:rPr>
          <w:rFonts w:eastAsia="Times New Roman" w:cs="Times New Roman"/>
          <w:lang w:eastAsia="cs-CZ"/>
        </w:rPr>
        <w:t>3</w:t>
      </w:r>
      <w:r w:rsidRPr="009224CB">
        <w:rPr>
          <w:rFonts w:eastAsia="Times New Roman" w:cs="Times New Roman"/>
          <w:lang w:eastAsia="cs-CZ"/>
        </w:rPr>
        <w:t xml:space="preserve">0 hod. a nahrazujeme datem </w:t>
      </w:r>
      <w:r w:rsidR="00BB3B7B" w:rsidRPr="009224CB">
        <w:rPr>
          <w:rFonts w:eastAsia="Times New Roman" w:cs="Times New Roman"/>
          <w:b/>
          <w:lang w:eastAsia="cs-CZ"/>
        </w:rPr>
        <w:t>3</w:t>
      </w:r>
      <w:r w:rsidR="004E740A" w:rsidRPr="009224CB">
        <w:rPr>
          <w:rFonts w:eastAsia="Times New Roman" w:cs="Times New Roman"/>
          <w:b/>
          <w:lang w:eastAsia="cs-CZ"/>
        </w:rPr>
        <w:t>0. 7. 2021</w:t>
      </w:r>
      <w:r w:rsidRPr="009224CB">
        <w:rPr>
          <w:rFonts w:eastAsia="Times New Roman" w:cs="Times New Roman"/>
          <w:lang w:eastAsia="cs-CZ"/>
        </w:rPr>
        <w:t xml:space="preserve"> v </w:t>
      </w:r>
      <w:r w:rsidR="004E740A" w:rsidRPr="009224CB">
        <w:rPr>
          <w:rFonts w:eastAsia="Times New Roman" w:cs="Times New Roman"/>
          <w:lang w:eastAsia="cs-CZ"/>
        </w:rPr>
        <w:t>9</w:t>
      </w:r>
      <w:r w:rsidRPr="009224CB">
        <w:rPr>
          <w:rFonts w:eastAsia="Times New Roman" w:cs="Times New Roman"/>
          <w:lang w:eastAsia="cs-CZ"/>
        </w:rPr>
        <w:t>:</w:t>
      </w:r>
      <w:r w:rsidR="004E740A" w:rsidRPr="009224CB">
        <w:rPr>
          <w:rFonts w:eastAsia="Times New Roman" w:cs="Times New Roman"/>
          <w:lang w:eastAsia="cs-CZ"/>
        </w:rPr>
        <w:t>3</w:t>
      </w:r>
      <w:r w:rsidRPr="009224CB">
        <w:rPr>
          <w:rFonts w:eastAsia="Times New Roman" w:cs="Times New Roman"/>
          <w:lang w:eastAsia="cs-CZ"/>
        </w:rPr>
        <w:t>0 hod.,</w:t>
      </w:r>
      <w:r w:rsidRPr="009224CB">
        <w:rPr>
          <w:rFonts w:eastAsia="Times New Roman" w:cs="Times New Roman"/>
          <w:b/>
          <w:lang w:eastAsia="cs-CZ"/>
        </w:rPr>
        <w:t xml:space="preserve"> </w:t>
      </w:r>
    </w:p>
    <w:p w:rsidR="00BD5319" w:rsidRPr="009224C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4CB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9224C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4CB">
        <w:rPr>
          <w:rFonts w:eastAsia="Times New Roman" w:cs="Times New Roman"/>
          <w:lang w:eastAsia="cs-CZ"/>
        </w:rPr>
        <w:t xml:space="preserve">rušíme datum </w:t>
      </w:r>
      <w:r w:rsidR="004E740A" w:rsidRPr="009224CB">
        <w:rPr>
          <w:rFonts w:eastAsia="Times New Roman" w:cs="Times New Roman"/>
          <w:lang w:eastAsia="cs-CZ"/>
        </w:rPr>
        <w:t>19. 7. 2021</w:t>
      </w:r>
      <w:r w:rsidR="000B3A82" w:rsidRPr="009224CB">
        <w:rPr>
          <w:rFonts w:eastAsia="Times New Roman" w:cs="Times New Roman"/>
          <w:lang w:eastAsia="cs-CZ"/>
        </w:rPr>
        <w:t xml:space="preserve"> v </w:t>
      </w:r>
      <w:r w:rsidR="004E740A" w:rsidRPr="009224CB">
        <w:rPr>
          <w:rFonts w:eastAsia="Times New Roman" w:cs="Times New Roman"/>
          <w:lang w:eastAsia="cs-CZ"/>
        </w:rPr>
        <w:t>9</w:t>
      </w:r>
      <w:r w:rsidR="000B3A82" w:rsidRPr="009224CB">
        <w:rPr>
          <w:rFonts w:eastAsia="Times New Roman" w:cs="Times New Roman"/>
          <w:lang w:eastAsia="cs-CZ"/>
        </w:rPr>
        <w:t>:</w:t>
      </w:r>
      <w:r w:rsidR="004E740A" w:rsidRPr="009224CB">
        <w:rPr>
          <w:rFonts w:eastAsia="Times New Roman" w:cs="Times New Roman"/>
          <w:lang w:eastAsia="cs-CZ"/>
        </w:rPr>
        <w:t>3</w:t>
      </w:r>
      <w:r w:rsidR="000B3A82" w:rsidRPr="009224CB">
        <w:rPr>
          <w:rFonts w:eastAsia="Times New Roman" w:cs="Times New Roman"/>
          <w:lang w:eastAsia="cs-CZ"/>
        </w:rPr>
        <w:t>0</w:t>
      </w:r>
      <w:r w:rsidRPr="009224CB">
        <w:rPr>
          <w:rFonts w:eastAsia="Times New Roman" w:cs="Times New Roman"/>
          <w:lang w:eastAsia="cs-CZ"/>
        </w:rPr>
        <w:t xml:space="preserve"> hod. a nahrazujeme datem </w:t>
      </w:r>
      <w:r w:rsidR="00BB3B7B" w:rsidRPr="009224CB">
        <w:rPr>
          <w:rFonts w:eastAsia="Times New Roman" w:cs="Times New Roman"/>
          <w:b/>
          <w:lang w:eastAsia="cs-CZ"/>
        </w:rPr>
        <w:t>3</w:t>
      </w:r>
      <w:r w:rsidR="004E740A" w:rsidRPr="009224CB">
        <w:rPr>
          <w:rFonts w:eastAsia="Times New Roman" w:cs="Times New Roman"/>
          <w:b/>
          <w:lang w:eastAsia="cs-CZ"/>
        </w:rPr>
        <w:t>0. 7. 2021</w:t>
      </w:r>
      <w:r w:rsidR="000B3A82" w:rsidRPr="009224CB">
        <w:rPr>
          <w:rFonts w:eastAsia="Times New Roman" w:cs="Times New Roman"/>
          <w:lang w:eastAsia="cs-CZ"/>
        </w:rPr>
        <w:t xml:space="preserve"> v </w:t>
      </w:r>
      <w:r w:rsidR="004E740A" w:rsidRPr="009224CB">
        <w:rPr>
          <w:rFonts w:eastAsia="Times New Roman" w:cs="Times New Roman"/>
          <w:lang w:eastAsia="cs-CZ"/>
        </w:rPr>
        <w:t>9</w:t>
      </w:r>
      <w:r w:rsidR="000B3A82" w:rsidRPr="009224CB">
        <w:rPr>
          <w:rFonts w:eastAsia="Times New Roman" w:cs="Times New Roman"/>
          <w:lang w:eastAsia="cs-CZ"/>
        </w:rPr>
        <w:t>:</w:t>
      </w:r>
      <w:r w:rsidR="004E740A" w:rsidRPr="009224CB">
        <w:rPr>
          <w:rFonts w:eastAsia="Times New Roman" w:cs="Times New Roman"/>
          <w:lang w:eastAsia="cs-CZ"/>
        </w:rPr>
        <w:t>3</w:t>
      </w:r>
      <w:r w:rsidR="000B3A82" w:rsidRPr="009224CB">
        <w:rPr>
          <w:rFonts w:eastAsia="Times New Roman" w:cs="Times New Roman"/>
          <w:lang w:eastAsia="cs-CZ"/>
        </w:rPr>
        <w:t>0</w:t>
      </w:r>
      <w:r w:rsidRPr="009224CB">
        <w:rPr>
          <w:rFonts w:eastAsia="Times New Roman" w:cs="Times New Roman"/>
          <w:lang w:eastAsia="cs-CZ"/>
        </w:rPr>
        <w:t xml:space="preserve"> hod.</w:t>
      </w:r>
    </w:p>
    <w:p w:rsidR="00BD5319" w:rsidRPr="009224CB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9224CB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9224CB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="004E740A" w:rsidRPr="009224CB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="004E740A" w:rsidRPr="009224CB">
        <w:rPr>
          <w:rFonts w:eastAsia="Calibri" w:cs="Times New Roman"/>
          <w:u w:val="single"/>
          <w:lang w:eastAsia="cs-CZ"/>
        </w:rPr>
        <w:t>.</w:t>
      </w:r>
    </w:p>
    <w:p w:rsidR="00BD5319" w:rsidRPr="009224C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9224C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224CB">
        <w:rPr>
          <w:rFonts w:eastAsia="Calibri" w:cs="Times New Roman"/>
          <w:b/>
          <w:bCs/>
          <w:lang w:eastAsia="cs-CZ"/>
        </w:rPr>
        <w:t xml:space="preserve">Příloha: </w:t>
      </w:r>
      <w:r w:rsidRPr="009224C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224CB">
        <w:rPr>
          <w:rFonts w:eastAsia="Calibri" w:cs="Times New Roman"/>
          <w:bCs/>
          <w:lang w:eastAsia="cs-CZ"/>
        </w:rPr>
        <w:instrText xml:space="preserve"> FORMTEXT </w:instrText>
      </w:r>
      <w:r w:rsidRPr="009224CB">
        <w:rPr>
          <w:rFonts w:eastAsia="Calibri" w:cs="Times New Roman"/>
          <w:bCs/>
          <w:lang w:eastAsia="cs-CZ"/>
        </w:rPr>
      </w:r>
      <w:r w:rsidRPr="009224CB">
        <w:rPr>
          <w:rFonts w:eastAsia="Calibri" w:cs="Times New Roman"/>
          <w:bCs/>
          <w:lang w:eastAsia="cs-CZ"/>
        </w:rPr>
        <w:fldChar w:fldCharType="separate"/>
      </w:r>
      <w:r w:rsidRPr="009224CB">
        <w:rPr>
          <w:rFonts w:eastAsia="Calibri" w:cs="Times New Roman"/>
          <w:bCs/>
          <w:lang w:eastAsia="cs-CZ"/>
        </w:rPr>
        <w:t> </w:t>
      </w:r>
      <w:r w:rsidRPr="009224CB">
        <w:rPr>
          <w:rFonts w:eastAsia="Calibri" w:cs="Times New Roman"/>
          <w:bCs/>
          <w:lang w:eastAsia="cs-CZ"/>
        </w:rPr>
        <w:t> </w:t>
      </w:r>
      <w:r w:rsidRPr="009224CB">
        <w:rPr>
          <w:rFonts w:eastAsia="Calibri" w:cs="Times New Roman"/>
          <w:bCs/>
          <w:lang w:eastAsia="cs-CZ"/>
        </w:rPr>
        <w:t> </w:t>
      </w:r>
      <w:r w:rsidRPr="009224CB">
        <w:rPr>
          <w:rFonts w:eastAsia="Calibri" w:cs="Times New Roman"/>
          <w:bCs/>
          <w:lang w:eastAsia="cs-CZ"/>
        </w:rPr>
        <w:t> </w:t>
      </w:r>
      <w:r w:rsidRPr="009224CB">
        <w:rPr>
          <w:rFonts w:eastAsia="Calibri" w:cs="Times New Roman"/>
          <w:bCs/>
          <w:lang w:eastAsia="cs-CZ"/>
        </w:rPr>
        <w:t> </w:t>
      </w:r>
      <w:r w:rsidRPr="009224CB">
        <w:rPr>
          <w:rFonts w:eastAsia="Calibri" w:cs="Times New Roman"/>
          <w:bCs/>
          <w:lang w:eastAsia="cs-CZ"/>
        </w:rPr>
        <w:fldChar w:fldCharType="end"/>
      </w:r>
    </w:p>
    <w:p w:rsidR="00BD5319" w:rsidRPr="009224CB" w:rsidRDefault="000479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224CB">
        <w:rPr>
          <w:rFonts w:eastAsia="Calibri" w:cs="Times New Roman"/>
          <w:lang w:eastAsia="cs-CZ"/>
        </w:rPr>
        <w:t>Rekapitulace_Vysvětlení</w:t>
      </w:r>
      <w:proofErr w:type="spellEnd"/>
      <w:r w:rsidRPr="009224CB">
        <w:rPr>
          <w:rFonts w:eastAsia="Calibri" w:cs="Times New Roman"/>
          <w:lang w:eastAsia="cs-CZ"/>
        </w:rPr>
        <w:t xml:space="preserve"> </w:t>
      </w:r>
      <w:proofErr w:type="gramStart"/>
      <w:r w:rsidRPr="009224CB">
        <w:rPr>
          <w:rFonts w:eastAsia="Calibri" w:cs="Times New Roman"/>
          <w:lang w:eastAsia="cs-CZ"/>
        </w:rPr>
        <w:t>č.7</w:t>
      </w:r>
      <w:proofErr w:type="gramEnd"/>
    </w:p>
    <w:p w:rsidR="0004795E" w:rsidRPr="009224CB" w:rsidRDefault="000479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24CB">
        <w:rPr>
          <w:rFonts w:eastAsia="Calibri" w:cs="Times New Roman"/>
          <w:lang w:eastAsia="cs-CZ"/>
        </w:rPr>
        <w:t xml:space="preserve">Soupisy </w:t>
      </w:r>
      <w:proofErr w:type="spellStart"/>
      <w:r w:rsidRPr="009224CB">
        <w:rPr>
          <w:rFonts w:eastAsia="Calibri" w:cs="Times New Roman"/>
          <w:lang w:eastAsia="cs-CZ"/>
        </w:rPr>
        <w:t>prací_Vysvětlení</w:t>
      </w:r>
      <w:proofErr w:type="spellEnd"/>
      <w:r w:rsidRPr="009224CB">
        <w:rPr>
          <w:rFonts w:eastAsia="Calibri" w:cs="Times New Roman"/>
          <w:lang w:eastAsia="cs-CZ"/>
        </w:rPr>
        <w:t xml:space="preserve"> </w:t>
      </w:r>
      <w:proofErr w:type="gramStart"/>
      <w:r w:rsidRPr="009224CB">
        <w:rPr>
          <w:rFonts w:eastAsia="Calibri" w:cs="Times New Roman"/>
          <w:lang w:eastAsia="cs-CZ"/>
        </w:rPr>
        <w:t>č.7</w:t>
      </w:r>
      <w:proofErr w:type="gramEnd"/>
    </w:p>
    <w:p w:rsidR="0004795E" w:rsidRPr="009224CB" w:rsidRDefault="000479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9224C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24CB">
        <w:rPr>
          <w:rFonts w:eastAsia="Calibri" w:cs="Times New Roman"/>
          <w:lang w:eastAsia="cs-CZ"/>
        </w:rPr>
        <w:t>V </w:t>
      </w:r>
      <w:r w:rsidR="009A51B0" w:rsidRPr="009224CB">
        <w:rPr>
          <w:rFonts w:eastAsia="Calibri" w:cs="Times New Roman"/>
          <w:lang w:eastAsia="cs-CZ"/>
        </w:rPr>
        <w:t>Praze</w:t>
      </w:r>
      <w:r w:rsidRPr="009224CB">
        <w:rPr>
          <w:rFonts w:eastAsia="Calibri" w:cs="Times New Roman"/>
          <w:lang w:eastAsia="cs-CZ"/>
        </w:rPr>
        <w:t xml:space="preserve"> dne </w:t>
      </w:r>
      <w:r w:rsidR="001073F1" w:rsidRPr="009224CB">
        <w:rPr>
          <w:rFonts w:eastAsia="Calibri" w:cs="Times New Roman"/>
          <w:lang w:eastAsia="cs-CZ"/>
        </w:rPr>
        <w:t>1</w:t>
      </w:r>
      <w:r w:rsidR="00093CF7" w:rsidRPr="009224CB">
        <w:rPr>
          <w:rFonts w:eastAsia="Calibri" w:cs="Times New Roman"/>
          <w:lang w:eastAsia="cs-CZ"/>
        </w:rPr>
        <w:t>4</w:t>
      </w:r>
      <w:r w:rsidR="009A51B0" w:rsidRPr="009224CB">
        <w:rPr>
          <w:rFonts w:eastAsia="Calibri" w:cs="Times New Roman"/>
          <w:lang w:eastAsia="cs-CZ"/>
        </w:rPr>
        <w:t xml:space="preserve">. </w:t>
      </w:r>
      <w:r w:rsidR="001073F1" w:rsidRPr="009224CB">
        <w:rPr>
          <w:rFonts w:eastAsia="Calibri" w:cs="Times New Roman"/>
          <w:lang w:eastAsia="cs-CZ"/>
        </w:rPr>
        <w:t>7</w:t>
      </w:r>
      <w:r w:rsidR="009A51B0" w:rsidRPr="009224CB">
        <w:rPr>
          <w:rFonts w:eastAsia="Calibri" w:cs="Times New Roman"/>
          <w:lang w:eastAsia="cs-CZ"/>
        </w:rPr>
        <w:t>. 2021</w:t>
      </w:r>
    </w:p>
    <w:p w:rsidR="00BD5319" w:rsidRPr="009224C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Pr="009224CB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73F1" w:rsidRPr="00BD5319" w:rsidRDefault="001073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1B" w:rsidRDefault="00FF441B" w:rsidP="00962258">
      <w:pPr>
        <w:spacing w:after="0" w:line="240" w:lineRule="auto"/>
      </w:pPr>
      <w:r>
        <w:separator/>
      </w:r>
    </w:p>
  </w:endnote>
  <w:endnote w:type="continuationSeparator" w:id="0">
    <w:p w:rsidR="00FF441B" w:rsidRDefault="00FF44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441B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441B" w:rsidRPr="00B8518B" w:rsidRDefault="00FF441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5E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5E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B8518B">
          <w:pPr>
            <w:pStyle w:val="Zpat"/>
          </w:pPr>
        </w:p>
      </w:tc>
      <w:tc>
        <w:tcPr>
          <w:tcW w:w="2921" w:type="dxa"/>
        </w:tcPr>
        <w:p w:rsidR="00FF441B" w:rsidRDefault="00FF441B" w:rsidP="00D831A3">
          <w:pPr>
            <w:pStyle w:val="Zpat"/>
          </w:pPr>
        </w:p>
      </w:tc>
    </w:tr>
  </w:tbl>
  <w:p w:rsidR="00FF441B" w:rsidRPr="00B8518B" w:rsidRDefault="00FF441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1B914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BE34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441B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441B" w:rsidRPr="00B8518B" w:rsidRDefault="00FF441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5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5E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FF441B">
          <w:pPr>
            <w:pStyle w:val="Zpat"/>
          </w:pPr>
          <w:r>
            <w:t>Správa železnic, státní organizace</w:t>
          </w:r>
        </w:p>
        <w:p w:rsidR="00FF441B" w:rsidRDefault="00FF441B" w:rsidP="00FF441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FF441B">
          <w:pPr>
            <w:pStyle w:val="Zpat"/>
          </w:pPr>
          <w:r>
            <w:t>Sídlo: Dlážděná 1003/7, 110 00 Praha 1</w:t>
          </w:r>
        </w:p>
        <w:p w:rsidR="00FF441B" w:rsidRDefault="00FF441B" w:rsidP="00FF441B">
          <w:pPr>
            <w:pStyle w:val="Zpat"/>
          </w:pPr>
          <w:r>
            <w:t>IČO: 709 94 234 DIČ: CZ 709 94 234</w:t>
          </w:r>
        </w:p>
        <w:p w:rsidR="00FF441B" w:rsidRDefault="00FF441B" w:rsidP="00FF441B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FF441B" w:rsidRPr="00D84AC6" w:rsidRDefault="00FF441B" w:rsidP="00FF441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441B" w:rsidRPr="00D84AC6" w:rsidRDefault="00FF441B" w:rsidP="00FF441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441B" w:rsidRPr="00D84AC6" w:rsidRDefault="00FF441B" w:rsidP="00FF441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441B" w:rsidRDefault="00FF441B" w:rsidP="00FF441B">
          <w:pPr>
            <w:pStyle w:val="Zpat"/>
          </w:pPr>
        </w:p>
      </w:tc>
    </w:tr>
  </w:tbl>
  <w:p w:rsidR="00FF441B" w:rsidRPr="00B8518B" w:rsidRDefault="00FF441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973EB9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D78F7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441B" w:rsidRPr="00460660" w:rsidRDefault="00FF441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1B" w:rsidRDefault="00FF441B" w:rsidP="00962258">
      <w:pPr>
        <w:spacing w:after="0" w:line="240" w:lineRule="auto"/>
      </w:pPr>
      <w:r>
        <w:separator/>
      </w:r>
    </w:p>
  </w:footnote>
  <w:footnote w:type="continuationSeparator" w:id="0">
    <w:p w:rsidR="00FF441B" w:rsidRDefault="00FF44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441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441B" w:rsidRPr="00B8518B" w:rsidRDefault="00FF441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441B" w:rsidRDefault="00FF441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441B" w:rsidRPr="00D6163D" w:rsidRDefault="00FF441B" w:rsidP="00D6163D">
          <w:pPr>
            <w:pStyle w:val="Druhdokumentu"/>
          </w:pPr>
        </w:p>
      </w:tc>
    </w:tr>
  </w:tbl>
  <w:p w:rsidR="00FF441B" w:rsidRPr="00D6163D" w:rsidRDefault="00FF441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441B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441B" w:rsidRPr="00B8518B" w:rsidRDefault="00FF441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29F963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441B" w:rsidRPr="00D6163D" w:rsidRDefault="00FF441B" w:rsidP="00FC6389">
          <w:pPr>
            <w:pStyle w:val="Druhdokumentu"/>
          </w:pPr>
        </w:p>
      </w:tc>
    </w:tr>
    <w:tr w:rsidR="00FF441B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441B" w:rsidRPr="00B8518B" w:rsidRDefault="00FF441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441B" w:rsidRDefault="00FF441B" w:rsidP="00FC6389">
          <w:pPr>
            <w:pStyle w:val="Druhdokumentu"/>
            <w:rPr>
              <w:noProof/>
            </w:rPr>
          </w:pPr>
        </w:p>
      </w:tc>
    </w:tr>
  </w:tbl>
  <w:p w:rsidR="00FF441B" w:rsidRPr="00D6163D" w:rsidRDefault="00FF441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50B31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441B" w:rsidRPr="00460660" w:rsidRDefault="00FF441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0A29C6"/>
    <w:multiLevelType w:val="hybridMultilevel"/>
    <w:tmpl w:val="78361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52C0F97"/>
    <w:multiLevelType w:val="hybridMultilevel"/>
    <w:tmpl w:val="6C00C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9530DAF"/>
    <w:multiLevelType w:val="hybridMultilevel"/>
    <w:tmpl w:val="C3BEC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795E"/>
    <w:rsid w:val="00072C1E"/>
    <w:rsid w:val="00093CF7"/>
    <w:rsid w:val="0009550C"/>
    <w:rsid w:val="00095795"/>
    <w:rsid w:val="000B3A82"/>
    <w:rsid w:val="000B6C7E"/>
    <w:rsid w:val="000B7907"/>
    <w:rsid w:val="000C0429"/>
    <w:rsid w:val="000C45E8"/>
    <w:rsid w:val="000D1A15"/>
    <w:rsid w:val="000F6D06"/>
    <w:rsid w:val="001073F1"/>
    <w:rsid w:val="00114472"/>
    <w:rsid w:val="001165DC"/>
    <w:rsid w:val="00170EC5"/>
    <w:rsid w:val="001747C1"/>
    <w:rsid w:val="0018596A"/>
    <w:rsid w:val="0019775D"/>
    <w:rsid w:val="001B69C2"/>
    <w:rsid w:val="001C4DA0"/>
    <w:rsid w:val="00207DF5"/>
    <w:rsid w:val="00267369"/>
    <w:rsid w:val="0026785D"/>
    <w:rsid w:val="00286D9A"/>
    <w:rsid w:val="00292CDF"/>
    <w:rsid w:val="002C31BF"/>
    <w:rsid w:val="002D11D3"/>
    <w:rsid w:val="002D62FE"/>
    <w:rsid w:val="002E0CD7"/>
    <w:rsid w:val="002F026B"/>
    <w:rsid w:val="003115F3"/>
    <w:rsid w:val="00353136"/>
    <w:rsid w:val="00357BC6"/>
    <w:rsid w:val="0037111D"/>
    <w:rsid w:val="003756B9"/>
    <w:rsid w:val="003956C6"/>
    <w:rsid w:val="003979FD"/>
    <w:rsid w:val="003D7694"/>
    <w:rsid w:val="003E6B9A"/>
    <w:rsid w:val="003E75CE"/>
    <w:rsid w:val="0041380F"/>
    <w:rsid w:val="00450F07"/>
    <w:rsid w:val="00453CD3"/>
    <w:rsid w:val="00455BC7"/>
    <w:rsid w:val="00460660"/>
    <w:rsid w:val="00460CCB"/>
    <w:rsid w:val="00466EA8"/>
    <w:rsid w:val="00477370"/>
    <w:rsid w:val="00477495"/>
    <w:rsid w:val="00486107"/>
    <w:rsid w:val="00491827"/>
    <w:rsid w:val="004926B0"/>
    <w:rsid w:val="004A7C69"/>
    <w:rsid w:val="004B37A1"/>
    <w:rsid w:val="004C0F41"/>
    <w:rsid w:val="004C4399"/>
    <w:rsid w:val="004C69ED"/>
    <w:rsid w:val="004C787C"/>
    <w:rsid w:val="004E740A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02BF"/>
    <w:rsid w:val="00596C7E"/>
    <w:rsid w:val="005A64E9"/>
    <w:rsid w:val="005A79D9"/>
    <w:rsid w:val="005B5EE9"/>
    <w:rsid w:val="005D75F2"/>
    <w:rsid w:val="005E5B5D"/>
    <w:rsid w:val="005F0BD0"/>
    <w:rsid w:val="00604FC3"/>
    <w:rsid w:val="006104F6"/>
    <w:rsid w:val="0061068E"/>
    <w:rsid w:val="00660AD3"/>
    <w:rsid w:val="00665ADB"/>
    <w:rsid w:val="00694CC6"/>
    <w:rsid w:val="006A5570"/>
    <w:rsid w:val="006A689C"/>
    <w:rsid w:val="006B3D79"/>
    <w:rsid w:val="006B522C"/>
    <w:rsid w:val="006C1273"/>
    <w:rsid w:val="006E0578"/>
    <w:rsid w:val="006E314D"/>
    <w:rsid w:val="006E7F06"/>
    <w:rsid w:val="00710723"/>
    <w:rsid w:val="00712ED1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46E1"/>
    <w:rsid w:val="007A5B3D"/>
    <w:rsid w:val="007B570C"/>
    <w:rsid w:val="007E4A6E"/>
    <w:rsid w:val="007F51B5"/>
    <w:rsid w:val="007F56A7"/>
    <w:rsid w:val="00807DD0"/>
    <w:rsid w:val="00813F11"/>
    <w:rsid w:val="00826E6A"/>
    <w:rsid w:val="00844E75"/>
    <w:rsid w:val="00883590"/>
    <w:rsid w:val="00891334"/>
    <w:rsid w:val="008A3568"/>
    <w:rsid w:val="008D03B9"/>
    <w:rsid w:val="008D6EC8"/>
    <w:rsid w:val="008F18D6"/>
    <w:rsid w:val="00904780"/>
    <w:rsid w:val="009113A8"/>
    <w:rsid w:val="00922385"/>
    <w:rsid w:val="009223DF"/>
    <w:rsid w:val="009224CB"/>
    <w:rsid w:val="00936091"/>
    <w:rsid w:val="00940D8A"/>
    <w:rsid w:val="00962258"/>
    <w:rsid w:val="009678B7"/>
    <w:rsid w:val="00973B7A"/>
    <w:rsid w:val="00982411"/>
    <w:rsid w:val="00992263"/>
    <w:rsid w:val="00992D9C"/>
    <w:rsid w:val="00996CB8"/>
    <w:rsid w:val="009A51B0"/>
    <w:rsid w:val="009A7568"/>
    <w:rsid w:val="009B15EF"/>
    <w:rsid w:val="009B2E97"/>
    <w:rsid w:val="009B3C69"/>
    <w:rsid w:val="009B62B0"/>
    <w:rsid w:val="009B72CC"/>
    <w:rsid w:val="009E07F4"/>
    <w:rsid w:val="009F392E"/>
    <w:rsid w:val="00A1533B"/>
    <w:rsid w:val="00A44328"/>
    <w:rsid w:val="00A6177B"/>
    <w:rsid w:val="00A66136"/>
    <w:rsid w:val="00A82E42"/>
    <w:rsid w:val="00AA3EEA"/>
    <w:rsid w:val="00AA4CBB"/>
    <w:rsid w:val="00AA65FA"/>
    <w:rsid w:val="00AA7351"/>
    <w:rsid w:val="00AD056F"/>
    <w:rsid w:val="00AD2773"/>
    <w:rsid w:val="00AD6731"/>
    <w:rsid w:val="00AE0446"/>
    <w:rsid w:val="00AE1DDE"/>
    <w:rsid w:val="00AF3B4D"/>
    <w:rsid w:val="00B06B5C"/>
    <w:rsid w:val="00B15B5E"/>
    <w:rsid w:val="00B15D0D"/>
    <w:rsid w:val="00B23CA3"/>
    <w:rsid w:val="00B3491A"/>
    <w:rsid w:val="00B45E9E"/>
    <w:rsid w:val="00B55F9C"/>
    <w:rsid w:val="00B65DA7"/>
    <w:rsid w:val="00B75EE1"/>
    <w:rsid w:val="00B77481"/>
    <w:rsid w:val="00B8518B"/>
    <w:rsid w:val="00BA676C"/>
    <w:rsid w:val="00BB3740"/>
    <w:rsid w:val="00BB3B7B"/>
    <w:rsid w:val="00BD5319"/>
    <w:rsid w:val="00BD7E91"/>
    <w:rsid w:val="00BF374D"/>
    <w:rsid w:val="00BF6D48"/>
    <w:rsid w:val="00C02D0A"/>
    <w:rsid w:val="00C03A6E"/>
    <w:rsid w:val="00C30759"/>
    <w:rsid w:val="00C374BC"/>
    <w:rsid w:val="00C44F6A"/>
    <w:rsid w:val="00C727E5"/>
    <w:rsid w:val="00C8207D"/>
    <w:rsid w:val="00C90D0F"/>
    <w:rsid w:val="00CB7B5A"/>
    <w:rsid w:val="00CC1E2B"/>
    <w:rsid w:val="00CD1FC4"/>
    <w:rsid w:val="00CE371D"/>
    <w:rsid w:val="00D02A4D"/>
    <w:rsid w:val="00D21061"/>
    <w:rsid w:val="00D25857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3625"/>
    <w:rsid w:val="00DE56F2"/>
    <w:rsid w:val="00DF116D"/>
    <w:rsid w:val="00DF7423"/>
    <w:rsid w:val="00E10710"/>
    <w:rsid w:val="00E713A2"/>
    <w:rsid w:val="00E824F1"/>
    <w:rsid w:val="00E8351B"/>
    <w:rsid w:val="00EB104F"/>
    <w:rsid w:val="00EC023A"/>
    <w:rsid w:val="00ED14BD"/>
    <w:rsid w:val="00EF77BC"/>
    <w:rsid w:val="00F01440"/>
    <w:rsid w:val="00F12DEC"/>
    <w:rsid w:val="00F1715C"/>
    <w:rsid w:val="00F27C41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90B07"/>
    <w:rsid w:val="00FC6389"/>
    <w:rsid w:val="00FD2F51"/>
    <w:rsid w:val="00FE3455"/>
    <w:rsid w:val="00FF441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9B6BD91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13A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EB518D-7AD6-4CB3-B8DF-B843FD7A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130</TotalTime>
  <Pages>7</Pages>
  <Words>2972</Words>
  <Characters>17537</Characters>
  <Application>Microsoft Office Word</Application>
  <DocSecurity>0</DocSecurity>
  <Lines>146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19</cp:revision>
  <cp:lastPrinted>2021-07-12T13:05:00Z</cp:lastPrinted>
  <dcterms:created xsi:type="dcterms:W3CDTF">2021-07-13T16:08:00Z</dcterms:created>
  <dcterms:modified xsi:type="dcterms:W3CDTF">2021-07-14T11:52:00Z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